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B31D9" w14:textId="5BFF0005" w:rsidR="0042385F" w:rsidRDefault="002F2625" w:rsidP="004B0D19">
      <w:pPr>
        <w:pStyle w:val="berschrift1"/>
      </w:pPr>
      <w:r>
        <w:t xml:space="preserve">Aufgaben und </w:t>
      </w:r>
      <w:r w:rsidR="00514CBD">
        <w:t>Projekt</w:t>
      </w:r>
      <w:r>
        <w:t>ideen</w:t>
      </w:r>
      <w:r>
        <w:br/>
      </w:r>
      <w:r w:rsidR="00514CBD">
        <w:t>im Bereich Datenbankenanwendung</w:t>
      </w:r>
    </w:p>
    <w:p w14:paraId="259E2489" w14:textId="0F6C4BE8" w:rsidR="002F2625" w:rsidRDefault="002F2625" w:rsidP="002F2625">
      <w:bookmarkStart w:id="0" w:name="_Toc511924867"/>
      <w:bookmarkStart w:id="1" w:name="_Ref514162327"/>
      <w:r>
        <w:t xml:space="preserve">Damit die Schülerinnen und Schüler bei der Umsetzung einer komplexeren Datenbankanwendung im Rahmen einer Projektarbeit möglichst selbstständig arbeiten können und eine Vorstellung von den technischen Möglichkeiten gewinnen, ist es sinnvoll, das Vorgehen beim Erstellen einer Datenbankanwendung zunächst an einem einfachen Beispiel zu erlernen. Es folgen daher zunächst einige Ideen für solche Einstiegsaufgaben, bevor komplexere Anwendungen, die sich für Projekte eignen, vorgestellt werden. Die Aufgaben und Projekte beziehen sich auf die beiliegenden Datenbanken </w:t>
      </w:r>
      <w:r w:rsidRPr="002F2625">
        <w:rPr>
          <w:i/>
          <w:iCs/>
        </w:rPr>
        <w:t>schule</w:t>
      </w:r>
      <w:r>
        <w:t xml:space="preserve"> und </w:t>
      </w:r>
      <w:proofErr w:type="spellStart"/>
      <w:r w:rsidRPr="002F2625">
        <w:rPr>
          <w:i/>
          <w:iCs/>
        </w:rPr>
        <w:t>schule_erweitert</w:t>
      </w:r>
      <w:proofErr w:type="spellEnd"/>
      <w:r>
        <w:t>.</w:t>
      </w:r>
    </w:p>
    <w:p w14:paraId="03DCAA45" w14:textId="3CC32639" w:rsidR="00A23C97" w:rsidRDefault="00A23C97" w:rsidP="002F2625">
      <w:pPr>
        <w:pStyle w:val="berschrift2"/>
      </w:pPr>
      <w:r w:rsidRPr="002F2625">
        <w:t>Aufgabenbeispiele</w:t>
      </w:r>
      <w:bookmarkEnd w:id="0"/>
      <w:bookmarkEnd w:id="1"/>
    </w:p>
    <w:p w14:paraId="0DED1834" w14:textId="4495699C" w:rsidR="00F42292" w:rsidRDefault="00F42292" w:rsidP="00F42292">
      <w:pPr>
        <w:pStyle w:val="berschrift3"/>
      </w:pPr>
      <w:r>
        <w:t>Mögliche Einstiegsaufgabe</w:t>
      </w:r>
    </w:p>
    <w:p w14:paraId="33014D28" w14:textId="57752C6C" w:rsidR="00F42292" w:rsidRDefault="00F42292" w:rsidP="00F42292">
      <w:r>
        <w:t xml:space="preserve">Das Arbeitsblatt </w:t>
      </w:r>
      <w:r w:rsidRPr="00F42292">
        <w:rPr>
          <w:i/>
          <w:iCs/>
        </w:rPr>
        <w:t>Einstiegsaufgabe</w:t>
      </w:r>
      <w:r>
        <w:t xml:space="preserve"> enthält exemplarische Aufgaben, die das Erkunden eines Beispiels anleiten und darauf aufbauend verschiedene Erweiterungen anregen. Unterstützend kann die Anleitung zum Erstellen von Datenbank</w:t>
      </w:r>
      <w:r>
        <w:softHyphen/>
        <w:t>anwendungen hinzugenommen werden.</w:t>
      </w:r>
    </w:p>
    <w:p w14:paraId="3E6584E7" w14:textId="77777777" w:rsidR="00F42292" w:rsidRPr="00F42292" w:rsidRDefault="00F42292" w:rsidP="00F42292"/>
    <w:p w14:paraId="286BE364" w14:textId="3A6934C4" w:rsidR="00A23C97" w:rsidRDefault="00F42292" w:rsidP="002F2625">
      <w:pPr>
        <w:pStyle w:val="berschrift3"/>
      </w:pPr>
      <w:bookmarkStart w:id="2" w:name="_Toc511924868"/>
      <w:r>
        <w:t xml:space="preserve">Weitere </w:t>
      </w:r>
      <w:r w:rsidR="00A23C97">
        <w:t>Aufgabe</w:t>
      </w:r>
      <w:r>
        <w:t>n zur e</w:t>
      </w:r>
      <w:r w:rsidR="00A23C97" w:rsidRPr="00A85185">
        <w:t>infache</w:t>
      </w:r>
      <w:r>
        <w:t>n</w:t>
      </w:r>
      <w:r w:rsidR="00A23C97" w:rsidRPr="00A85185">
        <w:t xml:space="preserve"> Suche</w:t>
      </w:r>
      <w:bookmarkEnd w:id="2"/>
      <w:r w:rsidR="00A23C97" w:rsidRPr="003D07EF">
        <w:rPr>
          <w:noProof/>
        </w:rPr>
        <w:t xml:space="preserve"> </w:t>
      </w:r>
    </w:p>
    <w:p w14:paraId="77A49F1C" w14:textId="10302B85" w:rsidR="00F42292" w:rsidRDefault="00F42292" w:rsidP="00A23C97">
      <w:r>
        <w:rPr>
          <w:noProof/>
        </w:rPr>
        <mc:AlternateContent>
          <mc:Choice Requires="wps">
            <w:drawing>
              <wp:anchor distT="0" distB="0" distL="114300" distR="114300" simplePos="0" relativeHeight="251662336" behindDoc="0" locked="0" layoutInCell="1" allowOverlap="1" wp14:anchorId="23891413" wp14:editId="2271C62E">
                <wp:simplePos x="0" y="0"/>
                <wp:positionH relativeFrom="column">
                  <wp:posOffset>3465195</wp:posOffset>
                </wp:positionH>
                <wp:positionV relativeFrom="paragraph">
                  <wp:posOffset>2087245</wp:posOffset>
                </wp:positionV>
                <wp:extent cx="2241550" cy="635"/>
                <wp:effectExtent l="0" t="0" r="0" b="0"/>
                <wp:wrapSquare wrapText="bothSides"/>
                <wp:docPr id="1145437443" name="Textfeld 1"/>
                <wp:cNvGraphicFramePr/>
                <a:graphic xmlns:a="http://schemas.openxmlformats.org/drawingml/2006/main">
                  <a:graphicData uri="http://schemas.microsoft.com/office/word/2010/wordprocessingShape">
                    <wps:wsp>
                      <wps:cNvSpPr txBox="1"/>
                      <wps:spPr>
                        <a:xfrm>
                          <a:off x="0" y="0"/>
                          <a:ext cx="2241550" cy="635"/>
                        </a:xfrm>
                        <a:prstGeom prst="rect">
                          <a:avLst/>
                        </a:prstGeom>
                        <a:solidFill>
                          <a:prstClr val="white"/>
                        </a:solidFill>
                        <a:ln>
                          <a:noFill/>
                        </a:ln>
                      </wps:spPr>
                      <wps:txbx>
                        <w:txbxContent>
                          <w:p w14:paraId="6648FF62" w14:textId="1E130830" w:rsidR="00F42292" w:rsidRPr="00986941" w:rsidRDefault="00F42292" w:rsidP="00F42292">
                            <w:pPr>
                              <w:pStyle w:val="Beschriftung"/>
                              <w:rPr>
                                <w:noProof/>
                                <w:sz w:val="22"/>
                                <w:szCs w:val="22"/>
                              </w:rPr>
                            </w:pPr>
                            <w:r>
                              <w:t xml:space="preserve">Abbildung </w:t>
                            </w:r>
                            <w:r>
                              <w:fldChar w:fldCharType="begin"/>
                            </w:r>
                            <w:r>
                              <w:instrText xml:space="preserve"> SEQ Abbildung \* ARABIC </w:instrText>
                            </w:r>
                            <w:r>
                              <w:fldChar w:fldCharType="separate"/>
                            </w:r>
                            <w:r w:rsidR="00BE1939">
                              <w:rPr>
                                <w:noProof/>
                              </w:rPr>
                              <w:t>1</w:t>
                            </w:r>
                            <w:r>
                              <w:rPr>
                                <w:noProof/>
                              </w:rPr>
                              <w:fldChar w:fldCharType="end"/>
                            </w:r>
                            <w:r>
                              <w:t>: Einfache DB-Anwendung zur Suche nach einem Geburtsdatum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3891413" id="_x0000_t202" coordsize="21600,21600" o:spt="202" path="m,l,21600r21600,l21600,xe">
                <v:stroke joinstyle="miter"/>
                <v:path gradientshapeok="t" o:connecttype="rect"/>
              </v:shapetype>
              <v:shape id="Textfeld 1" o:spid="_x0000_s1026" type="#_x0000_t202" style="position:absolute;margin-left:272.85pt;margin-top:164.35pt;width:176.5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" stroked="f">
                <v:textbox style="mso-fit-shape-to-text:t" inset="0,0,0,0">
                  <w:txbxContent>
                    <w:p w14:paraId="6648FF62" w14:textId="1E130830" w:rsidR="00F42292" w:rsidRPr="00986941" w:rsidRDefault="00F42292" w:rsidP="00F42292">
                      <w:pPr>
                        <w:pStyle w:val="Beschriftung"/>
                        <w:rPr>
                          <w:noProof/>
                          <w:sz w:val="22"/>
                          <w:szCs w:val="22"/>
                        </w:rPr>
                      </w:pPr>
                      <w:r>
                        <w:t xml:space="preserve">Abbildung </w:t>
                      </w:r>
                      <w:r>
                        <w:fldChar w:fldCharType="begin"/>
                      </w:r>
                      <w:r>
                        <w:instrText xml:space="preserve"> SEQ Abbildung \* ARABIC </w:instrText>
                      </w:r>
                      <w:r>
                        <w:fldChar w:fldCharType="separate"/>
                      </w:r>
                      <w:r w:rsidR="00BE1939">
                        <w:rPr>
                          <w:noProof/>
                        </w:rPr>
                        <w:t>1</w:t>
                      </w:r>
                      <w:r>
                        <w:rPr>
                          <w:noProof/>
                        </w:rPr>
                        <w:fldChar w:fldCharType="end"/>
                      </w:r>
                      <w:r>
                        <w:t>: Einfache DB-Anwendung zur Suche nach einem Geburtsdatum</w:t>
                      </w:r>
                    </w:p>
                  </w:txbxContent>
                </v:textbox>
                <w10:wrap type="square"/>
              </v:shape>
            </w:pict>
          </mc:Fallback>
        </mc:AlternateContent>
      </w:r>
      <w:r w:rsidR="00A23C97">
        <w:rPr>
          <w:noProof/>
        </w:rPr>
        <w:drawing>
          <wp:anchor distT="0" distB="0" distL="114300" distR="114300" simplePos="0" relativeHeight="251660288" behindDoc="0" locked="0" layoutInCell="1" allowOverlap="1" wp14:anchorId="28846D43" wp14:editId="53F96A59">
            <wp:simplePos x="0" y="0"/>
            <wp:positionH relativeFrom="column">
              <wp:posOffset>3465195</wp:posOffset>
            </wp:positionH>
            <wp:positionV relativeFrom="paragraph">
              <wp:posOffset>6074</wp:posOffset>
            </wp:positionV>
            <wp:extent cx="2241550" cy="2024380"/>
            <wp:effectExtent l="0" t="0" r="635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8">
                      <a:extLst>
                        <a:ext uri="{28A0092B-C50C-407E-A947-70E740481C1C}">
                          <a14:useLocalDpi xmlns:a14="http://schemas.microsoft.com/office/drawing/2010/main" val="0"/>
                        </a:ext>
                      </a:extLst>
                    </a:blip>
                    <a:stretch>
                      <a:fillRect/>
                    </a:stretch>
                  </pic:blipFill>
                  <pic:spPr>
                    <a:xfrm>
                      <a:off x="0" y="0"/>
                      <a:ext cx="2241550" cy="2024380"/>
                    </a:xfrm>
                    <a:prstGeom prst="rect">
                      <a:avLst/>
                    </a:prstGeom>
                  </pic:spPr>
                </pic:pic>
              </a:graphicData>
            </a:graphic>
            <wp14:sizeRelH relativeFrom="margin">
              <wp14:pctWidth>0</wp14:pctWidth>
            </wp14:sizeRelH>
            <wp14:sizeRelV relativeFrom="margin">
              <wp14:pctHeight>0</wp14:pctHeight>
            </wp14:sizeRelV>
          </wp:anchor>
        </w:drawing>
      </w:r>
      <w:r w:rsidR="00A23C97">
        <w:t>In der Anleitung zum Erstellen von Datenbank</w:t>
      </w:r>
      <w:r w:rsidR="00A23C97">
        <w:softHyphen/>
        <w:t>anwendungen wird als Beispiel für eine</w:t>
      </w:r>
      <w:r w:rsidR="00F23051">
        <w:t xml:space="preserve"> </w:t>
      </w:r>
      <w:r w:rsidR="00A23C97">
        <w:t xml:space="preserve">beliebige </w:t>
      </w:r>
      <w:r w:rsidR="00F23051">
        <w:t>Person</w:t>
      </w:r>
      <w:r w:rsidR="00A23C97">
        <w:t xml:space="preserve"> das Geburtsdatum herausgesucht. Es wird also nach einer Information gesucht, die als Attribut in der Datenbank enthalten ist. Der Unterschied zur direkten Eingabe der SQL-Anweisung ist, dass der Name des Schülers </w:t>
      </w:r>
      <w:r w:rsidR="00F23051">
        <w:t xml:space="preserve">bzw. der Schülerin </w:t>
      </w:r>
      <w:r w:rsidR="00A23C97">
        <w:t>über die Benutzeroberfläche variabel eingesetzt wird und der Anwende</w:t>
      </w:r>
      <w:r w:rsidR="00F23051">
        <w:t>nde</w:t>
      </w:r>
      <w:r w:rsidR="00A23C97">
        <w:t xml:space="preserve"> keine SQL-Kenntnisse benötigt, um die Information aus der Datenbank zu erhalten. Aufgaben dieser Art</w:t>
      </w:r>
      <w:r>
        <w:t>, wie si</w:t>
      </w:r>
      <w:r w:rsidR="00C508FB">
        <w:t>e</w:t>
      </w:r>
      <w:r>
        <w:t xml:space="preserve"> auch in der </w:t>
      </w:r>
      <w:r w:rsidRPr="00F42292">
        <w:rPr>
          <w:i/>
          <w:iCs/>
        </w:rPr>
        <w:t>Einstiegsaufgabe</w:t>
      </w:r>
      <w:r>
        <w:t xml:space="preserve"> enthalten sind,</w:t>
      </w:r>
      <w:r w:rsidR="00A23C97">
        <w:t xml:space="preserve"> lassen sich viele finden. </w:t>
      </w:r>
    </w:p>
    <w:p w14:paraId="4DFF36FD" w14:textId="78EE4680" w:rsidR="00F42292" w:rsidRDefault="00A23C97" w:rsidP="00A23C97">
      <w:r>
        <w:t>In der folgenden Tabelle werden für einige Beispiele jeweils die Eingabe, die der Anwende</w:t>
      </w:r>
      <w:r w:rsidR="00F23051">
        <w:t>nde</w:t>
      </w:r>
      <w:r>
        <w:t xml:space="preserve"> über die Benutzer</w:t>
      </w:r>
      <w:r>
        <w:softHyphen/>
        <w:t>oberfläche macht, die Ausgabe, die die Anwendung dazu heraussucht, sowie ein möglicher Kontext für die Aufgabenstellung angegeben:</w:t>
      </w:r>
    </w:p>
    <w:p w14:paraId="6813A252" w14:textId="77777777" w:rsidR="00F42292" w:rsidRDefault="00F42292">
      <w:pPr>
        <w:spacing w:after="160" w:line="259" w:lineRule="auto"/>
      </w:pPr>
      <w:r>
        <w:br w:type="page"/>
      </w:r>
    </w:p>
    <w:tbl>
      <w:tblPr>
        <w:tblStyle w:val="Gitternetztabelle4Akzent1"/>
        <w:tblW w:w="0" w:type="auto"/>
        <w:tblLook w:val="0420" w:firstRow="1" w:lastRow="0" w:firstColumn="0" w:lastColumn="0" w:noHBand="0" w:noVBand="1"/>
      </w:tblPr>
      <w:tblGrid>
        <w:gridCol w:w="1797"/>
        <w:gridCol w:w="2026"/>
        <w:gridCol w:w="5239"/>
      </w:tblGrid>
      <w:tr w:rsidR="00A23C97" w14:paraId="1EB59695" w14:textId="77777777" w:rsidTr="002F2625">
        <w:trPr>
          <w:cnfStyle w:val="100000000000" w:firstRow="1" w:lastRow="0" w:firstColumn="0" w:lastColumn="0" w:oddVBand="0" w:evenVBand="0" w:oddHBand="0" w:evenHBand="0" w:firstRowFirstColumn="0" w:firstRowLastColumn="0" w:lastRowFirstColumn="0" w:lastRowLastColumn="0"/>
        </w:trPr>
        <w:tc>
          <w:tcPr>
            <w:tcW w:w="1797" w:type="dxa"/>
            <w:shd w:val="clear" w:color="auto" w:fill="4E6B9E"/>
          </w:tcPr>
          <w:p w14:paraId="52ED6293" w14:textId="77777777" w:rsidR="00A23C97" w:rsidRPr="00C16787" w:rsidRDefault="00A23C97" w:rsidP="00143800">
            <w:pPr>
              <w:spacing w:after="0"/>
              <w:rPr>
                <w:b w:val="0"/>
              </w:rPr>
            </w:pPr>
            <w:r w:rsidRPr="00C16787">
              <w:lastRenderedPageBreak/>
              <w:t>Eingabe</w:t>
            </w:r>
          </w:p>
        </w:tc>
        <w:tc>
          <w:tcPr>
            <w:tcW w:w="2026" w:type="dxa"/>
            <w:shd w:val="clear" w:color="auto" w:fill="4E6B9E"/>
          </w:tcPr>
          <w:p w14:paraId="77EB72FF" w14:textId="77777777" w:rsidR="00A23C97" w:rsidRPr="00C16787" w:rsidRDefault="00A23C97" w:rsidP="00143800">
            <w:pPr>
              <w:spacing w:after="0"/>
              <w:rPr>
                <w:b w:val="0"/>
              </w:rPr>
            </w:pPr>
            <w:r w:rsidRPr="00C16787">
              <w:t>Ausgabe</w:t>
            </w:r>
          </w:p>
        </w:tc>
        <w:tc>
          <w:tcPr>
            <w:tcW w:w="5239" w:type="dxa"/>
            <w:shd w:val="clear" w:color="auto" w:fill="4E6B9E"/>
          </w:tcPr>
          <w:p w14:paraId="1EA7996C" w14:textId="77777777" w:rsidR="00A23C97" w:rsidRPr="00C16787" w:rsidRDefault="00A23C97" w:rsidP="00143800">
            <w:pPr>
              <w:spacing w:after="0"/>
              <w:rPr>
                <w:b w:val="0"/>
              </w:rPr>
            </w:pPr>
            <w:r w:rsidRPr="00C16787">
              <w:t>Möglicher Kontext</w:t>
            </w:r>
          </w:p>
        </w:tc>
      </w:tr>
      <w:tr w:rsidR="00A23C97" w14:paraId="423FE04F" w14:textId="77777777" w:rsidTr="002F2625">
        <w:trPr>
          <w:cnfStyle w:val="000000100000" w:firstRow="0" w:lastRow="0" w:firstColumn="0" w:lastColumn="0" w:oddVBand="0" w:evenVBand="0" w:oddHBand="1" w:evenHBand="0" w:firstRowFirstColumn="0" w:firstRowLastColumn="0" w:lastRowFirstColumn="0" w:lastRowLastColumn="0"/>
        </w:trPr>
        <w:tc>
          <w:tcPr>
            <w:tcW w:w="1797" w:type="dxa"/>
          </w:tcPr>
          <w:p w14:paraId="375E9D82" w14:textId="77777777" w:rsidR="00A23C97" w:rsidRDefault="00A23C97" w:rsidP="00143800">
            <w:pPr>
              <w:spacing w:after="0"/>
            </w:pPr>
            <w:r>
              <w:t>Unterrichtsfach</w:t>
            </w:r>
          </w:p>
        </w:tc>
        <w:tc>
          <w:tcPr>
            <w:tcW w:w="2026" w:type="dxa"/>
          </w:tcPr>
          <w:p w14:paraId="43CD53BA" w14:textId="4756ACE1" w:rsidR="00A23C97" w:rsidRDefault="00A23C97" w:rsidP="00143800">
            <w:pPr>
              <w:spacing w:after="0"/>
            </w:pPr>
            <w:r>
              <w:t>Schüler</w:t>
            </w:r>
            <w:r w:rsidR="00F23051">
              <w:t>*in</w:t>
            </w:r>
            <w:r>
              <w:t xml:space="preserve"> mit der besten Leistung</w:t>
            </w:r>
          </w:p>
        </w:tc>
        <w:tc>
          <w:tcPr>
            <w:tcW w:w="5239" w:type="dxa"/>
          </w:tcPr>
          <w:p w14:paraId="3711D5B2" w14:textId="63B79322" w:rsidR="00A23C97" w:rsidRDefault="00A23C97" w:rsidP="00143800">
            <w:pPr>
              <w:spacing w:after="0"/>
            </w:pPr>
            <w:r>
              <w:t>Schüler</w:t>
            </w:r>
            <w:r w:rsidR="009330F7">
              <w:t xml:space="preserve">*innen </w:t>
            </w:r>
            <w:r>
              <w:t>mit guten Leistungen sollen eine Auszeichnung oder Informationen zur Begabungs</w:t>
            </w:r>
            <w:r>
              <w:softHyphen/>
              <w:t>förderung in diesem Fach erhalten.</w:t>
            </w:r>
          </w:p>
        </w:tc>
      </w:tr>
      <w:tr w:rsidR="00A23C97" w14:paraId="38F47297" w14:textId="77777777" w:rsidTr="002F2625">
        <w:tc>
          <w:tcPr>
            <w:tcW w:w="1797" w:type="dxa"/>
          </w:tcPr>
          <w:p w14:paraId="278D1DF4" w14:textId="77777777" w:rsidR="00A23C97" w:rsidRDefault="00A23C97" w:rsidP="00143800">
            <w:pPr>
              <w:spacing w:after="0"/>
            </w:pPr>
            <w:r>
              <w:t>Unterrichtsfach oder Kurs</w:t>
            </w:r>
          </w:p>
        </w:tc>
        <w:tc>
          <w:tcPr>
            <w:tcW w:w="2026" w:type="dxa"/>
          </w:tcPr>
          <w:p w14:paraId="6BC2D8A7" w14:textId="23F6AD72" w:rsidR="00A23C97" w:rsidRDefault="00A23C97" w:rsidP="00143800">
            <w:pPr>
              <w:spacing w:after="0"/>
            </w:pPr>
            <w:r>
              <w:t>Schüler</w:t>
            </w:r>
            <w:r w:rsidR="00F23051">
              <w:t>*innen</w:t>
            </w:r>
            <w:r>
              <w:t xml:space="preserve"> mit weniger als 5 Punkten</w:t>
            </w:r>
          </w:p>
        </w:tc>
        <w:tc>
          <w:tcPr>
            <w:tcW w:w="5239" w:type="dxa"/>
          </w:tcPr>
          <w:p w14:paraId="2CFE75A8" w14:textId="6047AB02" w:rsidR="00A23C97" w:rsidRDefault="00A23C97" w:rsidP="00143800">
            <w:pPr>
              <w:spacing w:after="0"/>
            </w:pPr>
            <w:r>
              <w:t>Die Schüler</w:t>
            </w:r>
            <w:r w:rsidR="009330F7">
              <w:t>*innen</w:t>
            </w:r>
            <w:r>
              <w:t xml:space="preserve"> sollen zusätzliche Unterstützung erhalten oder müssen gewarnt werden.</w:t>
            </w:r>
          </w:p>
        </w:tc>
      </w:tr>
      <w:tr w:rsidR="00A23C97" w14:paraId="7B9307F5" w14:textId="77777777" w:rsidTr="002F2625">
        <w:trPr>
          <w:cnfStyle w:val="000000100000" w:firstRow="0" w:lastRow="0" w:firstColumn="0" w:lastColumn="0" w:oddVBand="0" w:evenVBand="0" w:oddHBand="1" w:evenHBand="0" w:firstRowFirstColumn="0" w:firstRowLastColumn="0" w:lastRowFirstColumn="0" w:lastRowLastColumn="0"/>
        </w:trPr>
        <w:tc>
          <w:tcPr>
            <w:tcW w:w="1797" w:type="dxa"/>
          </w:tcPr>
          <w:p w14:paraId="14DCEC6A" w14:textId="77777777" w:rsidR="00A23C97" w:rsidRDefault="00A23C97" w:rsidP="00143800">
            <w:pPr>
              <w:spacing w:after="0"/>
            </w:pPr>
            <w:r>
              <w:t>Wohnort</w:t>
            </w:r>
          </w:p>
        </w:tc>
        <w:tc>
          <w:tcPr>
            <w:tcW w:w="2026" w:type="dxa"/>
          </w:tcPr>
          <w:p w14:paraId="7A666503" w14:textId="71BFD2F9" w:rsidR="00A23C97" w:rsidRDefault="00A23C97" w:rsidP="00143800">
            <w:pPr>
              <w:spacing w:after="0"/>
            </w:pPr>
            <w:r>
              <w:t>Alle Schüler</w:t>
            </w:r>
            <w:r w:rsidR="00F23051">
              <w:t>*innen</w:t>
            </w:r>
            <w:r>
              <w:t>, die dort wohnen</w:t>
            </w:r>
          </w:p>
        </w:tc>
        <w:tc>
          <w:tcPr>
            <w:tcW w:w="5239" w:type="dxa"/>
          </w:tcPr>
          <w:p w14:paraId="453E215F" w14:textId="77777777" w:rsidR="00A23C97" w:rsidRDefault="00A23C97" w:rsidP="00143800">
            <w:pPr>
              <w:spacing w:after="0"/>
            </w:pPr>
            <w:r>
              <w:t>Den neuen Fünftklässlern sollen für die ersten Wochen Paten aus dem gleichen Wohnort an die Seite gestellt werden.</w:t>
            </w:r>
          </w:p>
        </w:tc>
      </w:tr>
      <w:tr w:rsidR="00A23C97" w14:paraId="257D44DF" w14:textId="77777777" w:rsidTr="002F2625">
        <w:tc>
          <w:tcPr>
            <w:tcW w:w="1797" w:type="dxa"/>
          </w:tcPr>
          <w:p w14:paraId="52A54906" w14:textId="77777777" w:rsidR="00A23C97" w:rsidRDefault="00A23C97" w:rsidP="00143800">
            <w:pPr>
              <w:spacing w:after="0"/>
            </w:pPr>
            <w:r>
              <w:t>Tag und Monat</w:t>
            </w:r>
          </w:p>
        </w:tc>
        <w:tc>
          <w:tcPr>
            <w:tcW w:w="2026" w:type="dxa"/>
          </w:tcPr>
          <w:p w14:paraId="29EF514F" w14:textId="1F693CF4" w:rsidR="00A23C97" w:rsidRDefault="00A23C97" w:rsidP="00143800">
            <w:pPr>
              <w:spacing w:after="0"/>
            </w:pPr>
            <w:r>
              <w:t>Alle Schüler</w:t>
            </w:r>
            <w:r w:rsidR="00F23051">
              <w:t>*innen</w:t>
            </w:r>
            <w:r>
              <w:t>, die an diesem Tag Geburtstag haben.</w:t>
            </w:r>
          </w:p>
        </w:tc>
        <w:tc>
          <w:tcPr>
            <w:tcW w:w="5239" w:type="dxa"/>
          </w:tcPr>
          <w:p w14:paraId="5D0F0D47" w14:textId="27C485B2" w:rsidR="00A23C97" w:rsidRDefault="00A23C97" w:rsidP="00143800">
            <w:pPr>
              <w:spacing w:after="0"/>
            </w:pPr>
            <w:r>
              <w:t xml:space="preserve">Den Geburtstagskindern des jeweiligen Tages soll auf dem Monitor </w:t>
            </w:r>
            <w:r w:rsidR="00C508FB">
              <w:t>a</w:t>
            </w:r>
            <w:r>
              <w:t>m Eingang der Schule gratuliert werden.</w:t>
            </w:r>
          </w:p>
        </w:tc>
      </w:tr>
      <w:tr w:rsidR="00A23C97" w14:paraId="5D28EF37" w14:textId="77777777" w:rsidTr="002F2625">
        <w:trPr>
          <w:cnfStyle w:val="000000100000" w:firstRow="0" w:lastRow="0" w:firstColumn="0" w:lastColumn="0" w:oddVBand="0" w:evenVBand="0" w:oddHBand="1" w:evenHBand="0" w:firstRowFirstColumn="0" w:firstRowLastColumn="0" w:lastRowFirstColumn="0" w:lastRowLastColumn="0"/>
        </w:trPr>
        <w:tc>
          <w:tcPr>
            <w:tcW w:w="1797" w:type="dxa"/>
          </w:tcPr>
          <w:p w14:paraId="51C7DDF3" w14:textId="4F540D2E" w:rsidR="00A23C97" w:rsidRDefault="00F23051" w:rsidP="00143800">
            <w:pPr>
              <w:spacing w:after="0"/>
            </w:pPr>
            <w:r>
              <w:t>Grenzwert für den BMI</w:t>
            </w:r>
          </w:p>
        </w:tc>
        <w:tc>
          <w:tcPr>
            <w:tcW w:w="2026" w:type="dxa"/>
          </w:tcPr>
          <w:p w14:paraId="7B9AA34B" w14:textId="217B376B" w:rsidR="00A23C97" w:rsidRDefault="00F23051" w:rsidP="00143800">
            <w:pPr>
              <w:spacing w:after="0"/>
            </w:pPr>
            <w:r>
              <w:t>Alle Schüler*innen, die einen BMI über oder unter dem Grenzwert haben.</w:t>
            </w:r>
          </w:p>
        </w:tc>
        <w:tc>
          <w:tcPr>
            <w:tcW w:w="5239" w:type="dxa"/>
          </w:tcPr>
          <w:p w14:paraId="76776349" w14:textId="708933E4" w:rsidR="00A23C97" w:rsidRDefault="00F23051" w:rsidP="00143800">
            <w:pPr>
              <w:spacing w:after="0"/>
            </w:pPr>
            <w:r>
              <w:t>Schüler</w:t>
            </w:r>
            <w:r w:rsidR="00C508FB">
              <w:t>*</w:t>
            </w:r>
            <w:r>
              <w:t>innen mit Unter- oder Übergewicht soll ein besonders Angebot zur Ernährungsberatung gemacht werden.</w:t>
            </w:r>
          </w:p>
        </w:tc>
      </w:tr>
    </w:tbl>
    <w:p w14:paraId="066DE906" w14:textId="784565DA" w:rsidR="00A23C97" w:rsidRDefault="00A23C97" w:rsidP="00A23C97">
      <w:pPr>
        <w:spacing w:before="120"/>
      </w:pPr>
      <w:r>
        <w:t xml:space="preserve">Bei der Eingabe ist jeweils zu überlegen, ob diese einfach über ein Textfeld erfolgt oder ob ein anderes Dialogelement sinnvoller ist. Bei der ersten Aufgabe, die den </w:t>
      </w:r>
      <w:r w:rsidR="002F2625">
        <w:t>Lernenden</w:t>
      </w:r>
      <w:r>
        <w:t xml:space="preserve"> gestellt wird, ist es sicherlich sinnvoll</w:t>
      </w:r>
      <w:r w:rsidR="002F2625">
        <w:t>,</w:t>
      </w:r>
      <w:r>
        <w:t xml:space="preserve"> sich auf Textfelder zu beschränken, um die Aufgabe nicht unnötig komplex zu machen. Kommt es dabei häufig zu Eingabefehlern ergibt sich daraus ggf. eine Motivation sich mit weiteren Dialogelementen zu beschäftigen.</w:t>
      </w:r>
    </w:p>
    <w:p w14:paraId="41914F11" w14:textId="5E4CFA02" w:rsidR="00A23C97" w:rsidRDefault="00A23C97" w:rsidP="00A23C97">
      <w:r>
        <w:t xml:space="preserve">Weiterhin ist zu überlegen, ob die Eingabe in der Form erfolgt, wie sie in der Datenbank enthalten ist, oder ob eine Transformation innerhalb des Programms erfolgt. So könnte der Monat als Wort, z. B. Januar, eingegeben werden und </w:t>
      </w:r>
      <w:r w:rsidR="00F23051">
        <w:t xml:space="preserve">dieser </w:t>
      </w:r>
      <w:r>
        <w:t>wird dann vom Programm durch 01 ersetzt. Diese Entscheidung kann den Schüler</w:t>
      </w:r>
      <w:r w:rsidR="00F23051">
        <w:t>innen und Schülern</w:t>
      </w:r>
      <w:r>
        <w:t xml:space="preserve"> überlassen oder vo</w:t>
      </w:r>
      <w:r w:rsidR="00F23051">
        <w:t>n</w:t>
      </w:r>
      <w:r>
        <w:t xml:space="preserve"> </w:t>
      </w:r>
      <w:r w:rsidR="00F23051">
        <w:t xml:space="preserve">der </w:t>
      </w:r>
      <w:r>
        <w:t>Lehr</w:t>
      </w:r>
      <w:r w:rsidR="00F23051">
        <w:t>kraft</w:t>
      </w:r>
      <w:r>
        <w:t xml:space="preserve"> vorgegeben werden. Hier ist es sicherlich sinnvoll den Schüler</w:t>
      </w:r>
      <w:r w:rsidR="00F23051">
        <w:t>innen und Schülern</w:t>
      </w:r>
      <w:r>
        <w:t xml:space="preserve"> mit wachsender Erfahrung mehr Entscheidungsfreiheit zuzugestehen.</w:t>
      </w:r>
    </w:p>
    <w:p w14:paraId="06C2555B" w14:textId="7C210097" w:rsidR="00F23051" w:rsidRDefault="00F23051" w:rsidP="00A23C97">
      <w:r>
        <w:t xml:space="preserve">Einige dieser Kontexte bieten sich bereits an, um über Aspekte des Datenschutzes zu diskutieren: Welche Daten darf die Schule überhaupt über die Schülerinnen und Schüler speichern? Zu welchem Zweck sollte die Schule die Daten verwenden dürfen? Wäre </w:t>
      </w:r>
      <w:r w:rsidR="00C508FB">
        <w:t xml:space="preserve">eine </w:t>
      </w:r>
      <w:r>
        <w:t>entsprechende Anwendung mit echten Schülerdaten denkbar?</w:t>
      </w:r>
    </w:p>
    <w:p w14:paraId="7E930861" w14:textId="3C2DCFEB" w:rsidR="00A23C97" w:rsidRDefault="00A23C97" w:rsidP="00A23C97">
      <w:pPr>
        <w:pStyle w:val="berschrift2"/>
      </w:pPr>
      <w:bookmarkStart w:id="3" w:name="_Toc511924869"/>
      <w:r>
        <w:lastRenderedPageBreak/>
        <w:t xml:space="preserve">Aufgabe </w:t>
      </w:r>
      <w:r w:rsidRPr="00A85185">
        <w:rPr>
          <w:i/>
        </w:rPr>
        <w:t>Highscore Liste</w:t>
      </w:r>
      <w:bookmarkEnd w:id="3"/>
      <w:r w:rsidRPr="00E55BFA">
        <w:rPr>
          <w:noProof/>
        </w:rPr>
        <w:t xml:space="preserve"> </w:t>
      </w:r>
    </w:p>
    <w:p w14:paraId="69B55CD5" w14:textId="5FD09138" w:rsidR="00A23C97" w:rsidRDefault="009364D1" w:rsidP="00A23C97">
      <w:r>
        <w:rPr>
          <w:noProof/>
        </w:rPr>
        <mc:AlternateContent>
          <mc:Choice Requires="wps">
            <w:drawing>
              <wp:anchor distT="0" distB="0" distL="114300" distR="114300" simplePos="0" relativeHeight="251672576" behindDoc="0" locked="0" layoutInCell="1" allowOverlap="1" wp14:anchorId="5BD98D75" wp14:editId="0463FD14">
                <wp:simplePos x="0" y="0"/>
                <wp:positionH relativeFrom="column">
                  <wp:posOffset>2402205</wp:posOffset>
                </wp:positionH>
                <wp:positionV relativeFrom="paragraph">
                  <wp:posOffset>1887220</wp:posOffset>
                </wp:positionV>
                <wp:extent cx="3349625" cy="635"/>
                <wp:effectExtent l="0" t="0" r="0" b="0"/>
                <wp:wrapSquare wrapText="bothSides"/>
                <wp:docPr id="878433681" name="Textfeld 1"/>
                <wp:cNvGraphicFramePr/>
                <a:graphic xmlns:a="http://schemas.openxmlformats.org/drawingml/2006/main">
                  <a:graphicData uri="http://schemas.microsoft.com/office/word/2010/wordprocessingShape">
                    <wps:wsp>
                      <wps:cNvSpPr txBox="1"/>
                      <wps:spPr>
                        <a:xfrm>
                          <a:off x="0" y="0"/>
                          <a:ext cx="3349625" cy="635"/>
                        </a:xfrm>
                        <a:prstGeom prst="rect">
                          <a:avLst/>
                        </a:prstGeom>
                        <a:solidFill>
                          <a:prstClr val="white"/>
                        </a:solidFill>
                        <a:ln>
                          <a:noFill/>
                        </a:ln>
                      </wps:spPr>
                      <wps:txbx>
                        <w:txbxContent>
                          <w:p w14:paraId="511C3064" w14:textId="40FB2BC9" w:rsidR="009364D1" w:rsidRPr="00D7781C" w:rsidRDefault="009364D1" w:rsidP="009364D1">
                            <w:pPr>
                              <w:pStyle w:val="Beschriftung"/>
                              <w:rPr>
                                <w:noProof/>
                                <w:sz w:val="22"/>
                                <w:szCs w:val="22"/>
                              </w:rPr>
                            </w:pPr>
                            <w:r>
                              <w:t xml:space="preserve">Abbildung </w:t>
                            </w:r>
                            <w:r>
                              <w:fldChar w:fldCharType="begin"/>
                            </w:r>
                            <w:r>
                              <w:instrText xml:space="preserve"> SEQ Abbildung \* ARABIC </w:instrText>
                            </w:r>
                            <w:r>
                              <w:fldChar w:fldCharType="separate"/>
                            </w:r>
                            <w:r w:rsidR="00BE1939">
                              <w:rPr>
                                <w:noProof/>
                              </w:rPr>
                              <w:t>2</w:t>
                            </w:r>
                            <w:r>
                              <w:rPr>
                                <w:noProof/>
                              </w:rPr>
                              <w:fldChar w:fldCharType="end"/>
                            </w:r>
                            <w:r>
                              <w:t>: Exemplarische Umsetzung des Projektes Zahlen raten mit Highscore-Liste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BD98D75" id="_x0000_s1027" type="#_x0000_t202" style="position:absolute;margin-left:189.15pt;margin-top:148.6pt;width:263.75pt;height:.0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" stroked="f">
                <v:textbox style="mso-fit-shape-to-text:t" inset="0,0,0,0">
                  <w:txbxContent>
                    <w:p w14:paraId="511C3064" w14:textId="40FB2BC9" w:rsidR="009364D1" w:rsidRPr="00D7781C" w:rsidRDefault="009364D1" w:rsidP="009364D1">
                      <w:pPr>
                        <w:pStyle w:val="Beschriftung"/>
                        <w:rPr>
                          <w:noProof/>
                          <w:sz w:val="22"/>
                          <w:szCs w:val="22"/>
                        </w:rPr>
                      </w:pPr>
                      <w:r>
                        <w:t xml:space="preserve">Abbildung </w:t>
                      </w:r>
                      <w:r>
                        <w:fldChar w:fldCharType="begin"/>
                      </w:r>
                      <w:r>
                        <w:instrText xml:space="preserve"> SEQ Abbildung \* ARABIC </w:instrText>
                      </w:r>
                      <w:r>
                        <w:fldChar w:fldCharType="separate"/>
                      </w:r>
                      <w:r w:rsidR="00BE1939">
                        <w:rPr>
                          <w:noProof/>
                        </w:rPr>
                        <w:t>2</w:t>
                      </w:r>
                      <w:r>
                        <w:rPr>
                          <w:noProof/>
                        </w:rPr>
                        <w:fldChar w:fldCharType="end"/>
                      </w:r>
                      <w:r>
                        <w:t>: Exemplarische Umsetzung des Projektes Zahlen raten mit Highscore-Liste</w:t>
                      </w:r>
                    </w:p>
                  </w:txbxContent>
                </v:textbox>
                <w10:wrap type="square"/>
              </v:shape>
            </w:pict>
          </mc:Fallback>
        </mc:AlternateContent>
      </w:r>
      <w:r w:rsidR="00BE2E9A">
        <w:rPr>
          <w:noProof/>
        </w:rPr>
        <w:drawing>
          <wp:anchor distT="0" distB="0" distL="114300" distR="114300" simplePos="0" relativeHeight="251658240" behindDoc="0" locked="0" layoutInCell="1" allowOverlap="1" wp14:anchorId="205BE98E" wp14:editId="5CFD6B18">
            <wp:simplePos x="0" y="0"/>
            <wp:positionH relativeFrom="margin">
              <wp:posOffset>2402205</wp:posOffset>
            </wp:positionH>
            <wp:positionV relativeFrom="paragraph">
              <wp:posOffset>11430</wp:posOffset>
            </wp:positionV>
            <wp:extent cx="3349625" cy="1818640"/>
            <wp:effectExtent l="0" t="0" r="317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a:extLst>
                        <a:ext uri="{28A0092B-C50C-407E-A947-70E740481C1C}">
                          <a14:useLocalDpi xmlns:a14="http://schemas.microsoft.com/office/drawing/2010/main" val="0"/>
                        </a:ext>
                      </a:extLst>
                    </a:blip>
                    <a:stretch>
                      <a:fillRect/>
                    </a:stretch>
                  </pic:blipFill>
                  <pic:spPr>
                    <a:xfrm>
                      <a:off x="0" y="0"/>
                      <a:ext cx="3349625" cy="1818640"/>
                    </a:xfrm>
                    <a:prstGeom prst="rect">
                      <a:avLst/>
                    </a:prstGeom>
                  </pic:spPr>
                </pic:pic>
              </a:graphicData>
            </a:graphic>
            <wp14:sizeRelH relativeFrom="margin">
              <wp14:pctWidth>0</wp14:pctWidth>
            </wp14:sizeRelH>
            <wp14:sizeRelV relativeFrom="margin">
              <wp14:pctHeight>0</wp14:pctHeight>
            </wp14:sizeRelV>
          </wp:anchor>
        </w:drawing>
      </w:r>
      <w:r w:rsidR="00A23C97">
        <w:t xml:space="preserve">Kleine Spiele sind beliebte Programmieraufgaben im Bereich Algorithmik. Mithilfe einer kleinen Datenbank lassen sich diese um eine </w:t>
      </w:r>
      <w:r w:rsidR="00A23C97" w:rsidRPr="00E55BFA">
        <w:rPr>
          <w:i/>
        </w:rPr>
        <w:t>Highscore Liste</w:t>
      </w:r>
      <w:r w:rsidR="00A23C97">
        <w:t xml:space="preserve"> erweitern, die über die Laufzeit des Programms hinaus gespeichert werden kann. Im Ordner </w:t>
      </w:r>
      <w:proofErr w:type="spellStart"/>
      <w:r w:rsidR="00F42292">
        <w:rPr>
          <w:i/>
        </w:rPr>
        <w:t>ZahlenRaten</w:t>
      </w:r>
      <w:proofErr w:type="spellEnd"/>
      <w:r w:rsidR="00A23C97">
        <w:t xml:space="preserve"> ist eine </w:t>
      </w:r>
      <w:r w:rsidR="00F42292">
        <w:t xml:space="preserve">exemplarische </w:t>
      </w:r>
      <w:r w:rsidR="00A23C97">
        <w:t xml:space="preserve">Umsetzung für das einfache Spiel </w:t>
      </w:r>
      <w:r w:rsidR="00A23C97" w:rsidRPr="00E55BFA">
        <w:rPr>
          <w:i/>
        </w:rPr>
        <w:t>Zahlen raten</w:t>
      </w:r>
      <w:r w:rsidR="00A23C97">
        <w:t xml:space="preserve"> zu finden. Bei dem Spiel muss eine Zufallszahl zwischen 0 und 100 mit möglichst wenig Versuchen erraten werden. Die Datenbank </w:t>
      </w:r>
      <w:r w:rsidR="00A23C97" w:rsidRPr="00E55BFA">
        <w:rPr>
          <w:i/>
        </w:rPr>
        <w:t>Highscore</w:t>
      </w:r>
      <w:r w:rsidR="00A23C97">
        <w:t xml:space="preserve">, die dazu gehört, besteht nur aus einer Tabelle </w:t>
      </w:r>
      <w:proofErr w:type="spellStart"/>
      <w:r w:rsidR="00A23C97" w:rsidRPr="00E55BFA">
        <w:rPr>
          <w:i/>
        </w:rPr>
        <w:t>spieler</w:t>
      </w:r>
      <w:proofErr w:type="spellEnd"/>
      <w:r w:rsidR="00A23C97">
        <w:t xml:space="preserve"> mit den Attributen </w:t>
      </w:r>
      <w:proofErr w:type="spellStart"/>
      <w:r w:rsidR="00A23C97" w:rsidRPr="00E55BFA">
        <w:rPr>
          <w:i/>
        </w:rPr>
        <w:t>name</w:t>
      </w:r>
      <w:proofErr w:type="spellEnd"/>
      <w:r w:rsidR="00A23C97">
        <w:t xml:space="preserve"> und </w:t>
      </w:r>
      <w:r w:rsidR="00A23C97" w:rsidRPr="00E55BFA">
        <w:rPr>
          <w:i/>
        </w:rPr>
        <w:t>versuche</w:t>
      </w:r>
      <w:r w:rsidR="00A23C97">
        <w:t>, in der zu jedem Spiele</w:t>
      </w:r>
      <w:r w:rsidR="00F42292">
        <w:t>nden</w:t>
      </w:r>
      <w:r w:rsidR="00A23C97">
        <w:t>, gekennzeichnet durch den Namen, seine persönliche Bestleistung in Form der Anzahl der benötigten Versuche gespeichert wird. Da der Name als Primärschlüssel dient, muss er eindeutig sein. Das Programm unterscheidet zwischen neuen und bereits bekannten Spielen</w:t>
      </w:r>
      <w:r w:rsidR="00C508FB">
        <w:t>den</w:t>
      </w:r>
      <w:r w:rsidR="00A23C97">
        <w:t>. Für einen neuen Spiele</w:t>
      </w:r>
      <w:r w:rsidR="00C508FB">
        <w:t>nden</w:t>
      </w:r>
      <w:r w:rsidR="00A23C97">
        <w:t xml:space="preserve"> wird ein neuer Datensatz angelegt, wenn der Name noch nicht vergeben ist. Für einen bekannten Spiele</w:t>
      </w:r>
      <w:r w:rsidR="00C508FB">
        <w:t>nden</w:t>
      </w:r>
      <w:r w:rsidR="00A23C97">
        <w:t>, wird überprüft, ob der Name tatsächlich bereits in der Datenbank existiert. Nach dem Spiel wird die Anzahl der Versuche in der Datenbank eingetragen, wenn der Spiele</w:t>
      </w:r>
      <w:r w:rsidR="00C508FB">
        <w:t>nde</w:t>
      </w:r>
      <w:r w:rsidR="00A23C97">
        <w:t xml:space="preserve"> seine persönliche Bestleistung übertroffen hat. Über einen weiteren Button können die zehn besten Spiele</w:t>
      </w:r>
      <w:r w:rsidR="00C508FB">
        <w:t>nden</w:t>
      </w:r>
      <w:r w:rsidR="00A23C97">
        <w:t xml:space="preserve"> angezeigt werden.</w:t>
      </w:r>
    </w:p>
    <w:p w14:paraId="6DB75149" w14:textId="4490339A" w:rsidR="00A23C97" w:rsidRPr="00DB3E99" w:rsidRDefault="00A23C97" w:rsidP="00A23C97">
      <w:r>
        <w:t xml:space="preserve">Bei dieser Aufgabe werden nicht nur SELECT, sondern auch INSERT- und UPDATE-Anweisungen benötigt. Die einzelnen Anweisungen sind jedoch überschaubar. Außerdem muss das Spiel selbst algorithmisch umgesetzt werden. Diese Aufgabe ist daher deutlich aufwändiger als die vorangegangenen. Der algorithmische Aufwand ist </w:t>
      </w:r>
      <w:r w:rsidR="00F42292">
        <w:t>eher</w:t>
      </w:r>
      <w:r>
        <w:t xml:space="preserve"> mit den im Folgenden vorgestellten Projekten vergleichbar. Trotzdem wurde diese Aufgabe nicht bei den Projekten eingeordnet, da die </w:t>
      </w:r>
      <w:proofErr w:type="gramStart"/>
      <w:r>
        <w:t>Aufgabenstellung relativ</w:t>
      </w:r>
      <w:proofErr w:type="gramEnd"/>
      <w:r>
        <w:t xml:space="preserve"> eng gefasst ist. Wie diese Aufgabe zu einem Projekt erweitert werden kann, wird unter </w:t>
      </w:r>
      <w:r w:rsidRPr="00435E74">
        <w:rPr>
          <w:i/>
        </w:rPr>
        <w:t>Projektideen</w:t>
      </w:r>
      <w:r>
        <w:t xml:space="preserve"> bei </w:t>
      </w:r>
      <w:r w:rsidRPr="00435E74">
        <w:rPr>
          <w:i/>
        </w:rPr>
        <w:t>Projekt Spiel</w:t>
      </w:r>
      <w:r>
        <w:t xml:space="preserve"> erörtert.</w:t>
      </w:r>
    </w:p>
    <w:p w14:paraId="2CB64BAA" w14:textId="77777777" w:rsidR="00A23C97" w:rsidRDefault="00A23C97" w:rsidP="00E47E44">
      <w:pPr>
        <w:pStyle w:val="berschrift2"/>
      </w:pPr>
      <w:bookmarkStart w:id="4" w:name="_Toc511924870"/>
      <w:bookmarkStart w:id="5" w:name="_Ref514162352"/>
      <w:bookmarkStart w:id="6" w:name="_Ref514162379"/>
      <w:r>
        <w:t>Projektideen</w:t>
      </w:r>
      <w:bookmarkEnd w:id="4"/>
      <w:bookmarkEnd w:id="5"/>
      <w:bookmarkEnd w:id="6"/>
    </w:p>
    <w:p w14:paraId="68819332" w14:textId="77777777" w:rsidR="00A23C97" w:rsidRDefault="00A23C97" w:rsidP="00E47E44">
      <w:pPr>
        <w:pStyle w:val="berschrift3"/>
      </w:pPr>
      <w:bookmarkStart w:id="7" w:name="_Toc511924871"/>
      <w:r>
        <w:t>Allgemeine Überlegungen</w:t>
      </w:r>
      <w:bookmarkEnd w:id="7"/>
    </w:p>
    <w:p w14:paraId="4DF8C838" w14:textId="2F77BC07" w:rsidR="00A23C97" w:rsidRDefault="00A23C97" w:rsidP="00A23C97">
      <w:r>
        <w:t>Bei den hier vorgestellten Ideen für Projekte wurde darauf geachtet, dass die Schüler</w:t>
      </w:r>
      <w:r w:rsidR="00E47E44">
        <w:t>innen und Schüler</w:t>
      </w:r>
      <w:r>
        <w:t xml:space="preserve"> sich zwar innerhalb eines thematischen Rahmes bewegen, der die Vergleichbarkeit der Projekte hinsichtlich der Bewertung ermöglicht und die Komplexität so</w:t>
      </w:r>
      <w:r w:rsidR="009739F6">
        <w:t xml:space="preserve"> </w:t>
      </w:r>
      <w:r>
        <w:t xml:space="preserve">weit einschränkt, dass der Umfang innerhalb einiger Doppelstunden zu bewältigen ist. Die </w:t>
      </w:r>
      <w:r w:rsidR="00E47E44">
        <w:t xml:space="preserve">Lernenden </w:t>
      </w:r>
      <w:r>
        <w:t xml:space="preserve">haben aber immer noch ausreichend Freiheiten bei der Ausgestaltung, so dass die im Kerncurriculum verankerten prozessbezogenen Kompetenzen aus dem Bereich </w:t>
      </w:r>
      <w:r w:rsidRPr="00D57FF1">
        <w:rPr>
          <w:i/>
        </w:rPr>
        <w:t>PK</w:t>
      </w:r>
      <w:r>
        <w:rPr>
          <w:i/>
        </w:rPr>
        <w:t xml:space="preserve"> </w:t>
      </w:r>
      <w:r w:rsidRPr="00D57FF1">
        <w:rPr>
          <w:i/>
        </w:rPr>
        <w:t>4 Kreatives Schaffen und Problemlösen</w:t>
      </w:r>
      <w:r w:rsidR="00011886">
        <w:rPr>
          <w:rStyle w:val="Funotenzeichen"/>
          <w:i/>
        </w:rPr>
        <w:footnoteReference w:id="1"/>
      </w:r>
      <w:r>
        <w:t xml:space="preserve"> </w:t>
      </w:r>
      <w:sdt>
        <w:sdtPr>
          <w:id w:val="-1824810235"/>
          <w:citation/>
        </w:sdtPr>
        <w:sdtContent>
          <w:r>
            <w:fldChar w:fldCharType="begin"/>
          </w:r>
          <w:r>
            <w:rPr>
              <w:noProof/>
            </w:rPr>
            <w:instrText xml:space="preserve">CITATION Nie17 \p 11 \l 1031 </w:instrText>
          </w:r>
          <w:r>
            <w:fldChar w:fldCharType="separate"/>
          </w:r>
          <w:r w:rsidR="00011886">
            <w:rPr>
              <w:noProof/>
            </w:rPr>
            <w:t>(Niedersächsisches Kultusminiterium, 2017, S. 11)</w:t>
          </w:r>
          <w:r>
            <w:fldChar w:fldCharType="end"/>
          </w:r>
        </w:sdtContent>
      </w:sdt>
      <w:r>
        <w:t xml:space="preserve"> besonders gefördert werden. Die Schüler</w:t>
      </w:r>
      <w:r w:rsidR="00E47E44">
        <w:t>innen und Schüler</w:t>
      </w:r>
      <w:r>
        <w:t xml:space="preserve"> sollen selbst entscheiden, welche Benutzer</w:t>
      </w:r>
      <w:r>
        <w:softHyphen/>
        <w:t xml:space="preserve">eingaben sie erfragen, wie sie diese erfragen, </w:t>
      </w:r>
      <w:r>
        <w:lastRenderedPageBreak/>
        <w:t>wie sie daraus eine geeignete Anfrage an die Daten</w:t>
      </w:r>
      <w:r>
        <w:softHyphen/>
        <w:t xml:space="preserve">bank </w:t>
      </w:r>
      <w:r w:rsidR="00E47E44">
        <w:t>er</w:t>
      </w:r>
      <w:r>
        <w:t>stellen und wie sie das Ergebnis schließlich präsentieren.</w:t>
      </w:r>
    </w:p>
    <w:p w14:paraId="5C25EB20" w14:textId="6759D16C" w:rsidR="00A23C97" w:rsidRDefault="00A23C97" w:rsidP="00A23C97">
      <w:r>
        <w:t xml:space="preserve">Bei Datenbankanwendungen bietet sich in der Regel </w:t>
      </w:r>
      <w:r w:rsidR="00E47E44">
        <w:t xml:space="preserve">auch </w:t>
      </w:r>
      <w:r>
        <w:t>arbeitsteiliges Programmieren an, da die in der Anleitung ausgewiesenen Schritte parallel bearbeitet werden können. Eine besondere Förderung der Kompetenz „</w:t>
      </w:r>
      <w:r w:rsidRPr="00D57FF1">
        <w:rPr>
          <w:i/>
        </w:rPr>
        <w:t>PK 3.4 Die Schülerinnen und Schüler organisieren, dokumentieren und reflektieren die gemeinsame Arbeit im Team</w:t>
      </w:r>
      <w:r>
        <w:t>“ (ebd., S. 11) bietet sich daher ebenfalls an.</w:t>
      </w:r>
    </w:p>
    <w:p w14:paraId="35BA2236" w14:textId="77777777" w:rsidR="00A23C97" w:rsidRDefault="00A23C97" w:rsidP="00A23C97">
      <w:r>
        <w:t xml:space="preserve">Im Idealfall ergeben sich aus einem Projekt, das die Entwicklung einer Datenbankanwendung zum Ziel hat, Fragen zum Thema </w:t>
      </w:r>
      <w:r w:rsidRPr="006A22C3">
        <w:rPr>
          <w:i/>
        </w:rPr>
        <w:t>Datenschutz</w:t>
      </w:r>
      <w:r>
        <w:t xml:space="preserve">. Diese können dann anwendungsbezogen erörtert werden. Dadurch können die inhaltsbezogenen Kompetenzen </w:t>
      </w:r>
      <w:r w:rsidRPr="00FA33E8">
        <w:rPr>
          <w:i/>
        </w:rPr>
        <w:t>IK 4.1 Die Schülerinnen und Schüler reflektieren die Chancen und Risiken des Einsatzes von Informatiksystemen auf die Gesellschaft</w:t>
      </w:r>
      <w:r>
        <w:t xml:space="preserve"> </w:t>
      </w:r>
      <w:r w:rsidRPr="00061860">
        <w:rPr>
          <w:i/>
        </w:rPr>
        <w:t>und auf das Individuum</w:t>
      </w:r>
      <w:r>
        <w:t xml:space="preserve"> (ebd., S. 13) sowie </w:t>
      </w:r>
      <w:r w:rsidRPr="00FA33E8">
        <w:rPr>
          <w:i/>
        </w:rPr>
        <w:t xml:space="preserve">IK 4.2 Die Schülerinnen und Schüler diskutieren wesentliche Aspekte des Datenschutzes </w:t>
      </w:r>
      <w:r w:rsidRPr="00FA33E8">
        <w:t>(ebd.)</w:t>
      </w:r>
      <w:r>
        <w:rPr>
          <w:i/>
        </w:rPr>
        <w:t xml:space="preserve"> </w:t>
      </w:r>
      <w:r>
        <w:t xml:space="preserve">an einem konkreten Beispiel erarbeitet und gefestigt werden. </w:t>
      </w:r>
    </w:p>
    <w:p w14:paraId="40BF478F" w14:textId="1FE8A898" w:rsidR="00A23C97" w:rsidRDefault="00A23C97" w:rsidP="00A23C97">
      <w:r>
        <w:t>Das Kerncurriculum sieht für projektorientierten Unterricht in der Qualifikationsphase mindestens drei Unterrichtswochen in den ersten drei Halbjahren und insgesamt mindestens acht Unterrichts</w:t>
      </w:r>
      <w:r>
        <w:softHyphen/>
        <w:t xml:space="preserve">wochen vor (ebd., S. 20). Die vorgeschlagenen Projekte sind vom Umfang daher so angelegt, dass sie in diesem Zeitrahmen durchgeführt werden können. Der Zeitpunkt der Durchführung ist dabei so zu wählen, dass die in den </w:t>
      </w:r>
      <w:r w:rsidR="009739F6">
        <w:t>d</w:t>
      </w:r>
      <w:r w:rsidR="00D76BBD">
        <w:t xml:space="preserve">idaktischen Hinweisen als Voraussetzung genannten </w:t>
      </w:r>
      <w:r>
        <w:t>Kompetenzen bereits im Unterricht erworben wurden.</w:t>
      </w:r>
    </w:p>
    <w:p w14:paraId="05291FE8" w14:textId="3A9D98E9" w:rsidR="00A23C97" w:rsidRDefault="00A23C97" w:rsidP="00A23C97">
      <w:r>
        <w:t xml:space="preserve">Da ein Projekt den </w:t>
      </w:r>
      <w:r w:rsidR="00E47E44">
        <w:t xml:space="preserve">Schülerinnen und Schüler </w:t>
      </w:r>
      <w:r>
        <w:t xml:space="preserve">naturgemäß einige Freiheiten bei der Umsetzung lässt, sollte den </w:t>
      </w:r>
      <w:r w:rsidR="00E47E44">
        <w:t xml:space="preserve">Schülerinnen und Schüler </w:t>
      </w:r>
      <w:r>
        <w:t xml:space="preserve">im Vorfeld nicht nur der Zeitrahmen genannt, sondern auch der Bewertungsmaßstab transparent gemacht werden. Die </w:t>
      </w:r>
      <w:r w:rsidR="00E47E44">
        <w:t xml:space="preserve">Schülerinnen und Schüler </w:t>
      </w:r>
      <w:r>
        <w:t>benötigen eine Orientierung, welche Minimal</w:t>
      </w:r>
      <w:r>
        <w:softHyphen/>
        <w:t>anfor</w:t>
      </w:r>
      <w:r>
        <w:softHyphen/>
        <w:t>de</w:t>
      </w:r>
      <w:r>
        <w:softHyphen/>
        <w:t>rungen ihre Implementierung erfüllen muss und wo der Schwerpunkt bei der Bewertung liegt. Investier</w:t>
      </w:r>
      <w:r w:rsidR="00E47E44">
        <w:t xml:space="preserve">en Schülerinnen und Schüler </w:t>
      </w:r>
      <w:r>
        <w:t>beispielsweise viel Zeit in die Benutzerfreundlichkeit, während d</w:t>
      </w:r>
      <w:r w:rsidR="00E47E44">
        <w:t>i</w:t>
      </w:r>
      <w:r>
        <w:t>e Lehr</w:t>
      </w:r>
      <w:r w:rsidR="00E47E44">
        <w:t>kraft</w:t>
      </w:r>
      <w:r>
        <w:t xml:space="preserve"> später vor allem Punkte für die Komplexität der Datenbankabfrage, eine konsequente Aufteilung der Aufgaben im Team oder ausführliche Kommentare vergibt, entsteht auf beiden Seiten Frustration. Dies lässt sich vermeiden, wenn </w:t>
      </w:r>
      <w:r w:rsidR="00E47E44">
        <w:t>die Schülerinnen und Schüler</w:t>
      </w:r>
      <w:r>
        <w:t xml:space="preserve"> bereits zu Beginn </w:t>
      </w:r>
      <w:r w:rsidR="00E47E44">
        <w:t>wissen</w:t>
      </w:r>
      <w:r>
        <w:t>, welche Teilaspekte mit wie viel</w:t>
      </w:r>
      <w:r w:rsidR="00E47E44">
        <w:t>en</w:t>
      </w:r>
      <w:r>
        <w:t xml:space="preserve"> Punkten bewertet werden und welche Funktionen allenfalls Zusatzpunkte bringen.</w:t>
      </w:r>
    </w:p>
    <w:p w14:paraId="15B9AA6D" w14:textId="77777777" w:rsidR="00A23C97" w:rsidRDefault="00A23C97" w:rsidP="00A23C97">
      <w:pPr>
        <w:pStyle w:val="berschrift2"/>
      </w:pPr>
      <w:bookmarkStart w:id="8" w:name="_Toc511924872"/>
      <w:r>
        <w:t xml:space="preserve">Projekt </w:t>
      </w:r>
      <w:r w:rsidRPr="00D4200C">
        <w:rPr>
          <w:i/>
        </w:rPr>
        <w:t>Dating-Portal</w:t>
      </w:r>
      <w:bookmarkEnd w:id="8"/>
    </w:p>
    <w:p w14:paraId="5F997165" w14:textId="77777777" w:rsidR="00224F90" w:rsidRDefault="00A23C97" w:rsidP="00A23C97">
      <w:r w:rsidRPr="00A23C26">
        <w:t>Die G</w:t>
      </w:r>
      <w:r>
        <w:t xml:space="preserve">rundidee des Projektes besteht darin, die Daten, die über die </w:t>
      </w:r>
      <w:r w:rsidR="00E47E44">
        <w:t xml:space="preserve">Schülerinnen und Schüler </w:t>
      </w:r>
      <w:r>
        <w:t>in der Schule gesammelt werden, zu zweckentfremden, um für den Anwende</w:t>
      </w:r>
      <w:r w:rsidR="00E47E44">
        <w:t>nden</w:t>
      </w:r>
      <w:r>
        <w:t xml:space="preserve"> einen geeigneten Dating-Partner auszuwählen. Die </w:t>
      </w:r>
      <w:r w:rsidR="00E47E44">
        <w:t xml:space="preserve">Schülerinnen und Schüler </w:t>
      </w:r>
      <w:r>
        <w:t>entscheiden dabei, welche Informationen sie vom Anwende</w:t>
      </w:r>
      <w:r w:rsidR="00E47E44">
        <w:t>nden</w:t>
      </w:r>
      <w:r>
        <w:t xml:space="preserve"> erfragen und für die Partnerwahl verwenden. Durch die Zweckentfremdung der Daten für </w:t>
      </w:r>
      <w:proofErr w:type="gramStart"/>
      <w:r>
        <w:t>einen relativ</w:t>
      </w:r>
      <w:proofErr w:type="gramEnd"/>
      <w:r>
        <w:t xml:space="preserve"> sensiblen Bereich wird die Diskussion über Datenschutzfragen motiviert. Für das Projekt stehen die Datenbanken </w:t>
      </w:r>
      <w:r w:rsidRPr="00D84FBA">
        <w:rPr>
          <w:i/>
        </w:rPr>
        <w:t>schule</w:t>
      </w:r>
      <w:r>
        <w:t xml:space="preserve"> mit den ursprünglichen rein schulbezogenen Daten eines Schülerjahrgangs zur Verfügung oder die Datenbank </w:t>
      </w:r>
      <w:proofErr w:type="spellStart"/>
      <w:r w:rsidRPr="00D84FBA">
        <w:rPr>
          <w:i/>
        </w:rPr>
        <w:t>schule_erweitert</w:t>
      </w:r>
      <w:proofErr w:type="spellEnd"/>
      <w:r>
        <w:t xml:space="preserve">, </w:t>
      </w:r>
      <w:proofErr w:type="gramStart"/>
      <w:r>
        <w:t xml:space="preserve">die zusätzlich </w:t>
      </w:r>
      <w:r w:rsidR="00224F90">
        <w:t xml:space="preserve">weitere </w:t>
      </w:r>
      <w:r>
        <w:t>persönliche Eigenschaften</w:t>
      </w:r>
      <w:proofErr w:type="gramEnd"/>
      <w:r>
        <w:t xml:space="preserve"> der </w:t>
      </w:r>
      <w:r w:rsidR="00E47E44">
        <w:t>Schülerinnen und Schüler</w:t>
      </w:r>
      <w:r>
        <w:t xml:space="preserve">, wie Gewicht, Größe, Augenfarbe usw. enthält. Der Aufbau der Datenbanken </w:t>
      </w:r>
      <w:r w:rsidR="00D76BBD">
        <w:t>wird in den didaktischen Hinweisen</w:t>
      </w:r>
      <w:r>
        <w:t xml:space="preserve"> erläutert. </w:t>
      </w:r>
      <w:r w:rsidR="00D76BBD">
        <w:t xml:space="preserve">Die Lernenden können die Datenbanken in einem Datenbankbrowser erkunden und ggf. nach ihren Vorstellungen anpassen. </w:t>
      </w:r>
      <w:r w:rsidR="00224F90">
        <w:t>Im Verlauf des Projektes wäre kritisch zu hinterfragen, ob eine Schule entsprechende Daten überhaupt erfassen bzw. vorhandene Daten zu diesem Zweck verwenden darf.</w:t>
      </w:r>
    </w:p>
    <w:p w14:paraId="3C513D08" w14:textId="4CB54AC2" w:rsidR="00A23C97" w:rsidRDefault="00224F90" w:rsidP="00A23C97">
      <w:r>
        <w:lastRenderedPageBreak/>
        <w:t>Auch der</w:t>
      </w:r>
      <w:r w:rsidR="00D76BBD">
        <w:t xml:space="preserve"> Suchende </w:t>
      </w:r>
      <w:r>
        <w:t xml:space="preserve">gibt </w:t>
      </w:r>
      <w:r w:rsidR="00D76BBD">
        <w:t>personenbezogene Daten in die Datenbankanwendung ein</w:t>
      </w:r>
      <w:r>
        <w:t xml:space="preserve">. Davon ausgehend, dass die vorliegenden Daten rechtmäßig erworben wurden, </w:t>
      </w:r>
      <w:r w:rsidR="00A23C97">
        <w:t xml:space="preserve">können die </w:t>
      </w:r>
      <w:r w:rsidR="00E47E44">
        <w:t xml:space="preserve">Schülerinnen und Schüler </w:t>
      </w:r>
      <w:r w:rsidR="00A23C97">
        <w:t>als eine Teilaufgabe Datenschutz</w:t>
      </w:r>
      <w:r w:rsidR="00A23C97">
        <w:softHyphen/>
        <w:t>richtlinien für ihre Anwendung erstellen. Dies führt zu einer vertieften, anwendungsbezogenen Auseinandersetzung mit den Datenschutzgesetzen.</w:t>
      </w:r>
      <w:r w:rsidR="00D76BBD">
        <w:t xml:space="preserve"> </w:t>
      </w:r>
    </w:p>
    <w:p w14:paraId="62A5CBC2" w14:textId="5257B01C" w:rsidR="003E7E48" w:rsidRDefault="003E7E48" w:rsidP="00A23C97">
      <w:r>
        <w:t>Im Anschluss an das Projekt kann diskutiert werden, inwieweit die Lernenden den Einsatz von Algorithmen für die Suche nach einem perfekten Partner bzw. einer perfekten Partnerin für sinnvoll oder erstrebenswert halten.</w:t>
      </w:r>
    </w:p>
    <w:p w14:paraId="139F2530" w14:textId="47AB992B" w:rsidR="00A23C97" w:rsidRDefault="00A23C97" w:rsidP="00A23C97">
      <w:r>
        <w:t xml:space="preserve">Eine exemplarische Umsetzung des Projektes in Java befindet sich im Ordner </w:t>
      </w:r>
      <w:proofErr w:type="spellStart"/>
      <w:r w:rsidR="00D76BBD">
        <w:rPr>
          <w:i/>
        </w:rPr>
        <w:t>DatingPortal</w:t>
      </w:r>
      <w:proofErr w:type="spellEnd"/>
      <w:r>
        <w:t>. Um die Schüler</w:t>
      </w:r>
      <w:r w:rsidR="00D76BBD">
        <w:t xml:space="preserve">innen und Schüler </w:t>
      </w:r>
      <w:r>
        <w:t xml:space="preserve">in ihrer Kreativität nicht einzuschränken, empfiehlt es sich jedoch diese den </w:t>
      </w:r>
      <w:r w:rsidR="00D76BBD">
        <w:t>Lernenden nicht</w:t>
      </w:r>
      <w:r w:rsidR="00E47E44">
        <w:t xml:space="preserve"> </w:t>
      </w:r>
      <w:r>
        <w:t>zur Verfügung zu stellen.</w:t>
      </w:r>
    </w:p>
    <w:p w14:paraId="1DA4DCC9" w14:textId="3A4A4CD0" w:rsidR="0039546B" w:rsidRDefault="00224F90" w:rsidP="00A23C97">
      <w:r>
        <w:t xml:space="preserve">In dem Ordner befindet sich auch eine </w:t>
      </w:r>
      <w:r w:rsidR="0039546B">
        <w:t>exemplarische Aufgabenstellung für das Projekt</w:t>
      </w:r>
      <w:r>
        <w:t xml:space="preserve">. </w:t>
      </w:r>
      <w:r w:rsidR="0039546B">
        <w:t>Folgende Kriterien könnten z. B. für die Bewertung zu Grunde gelegt werden</w:t>
      </w:r>
      <w:r>
        <w:t>. Eine für die Lerngruppe geeignete Auswahl kann in der Aufgabenstellung ergänzt werden</w:t>
      </w:r>
      <w:r w:rsidR="0039546B">
        <w:t>:</w:t>
      </w: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39546B" w14:paraId="701F651F" w14:textId="77777777" w:rsidTr="00224F90">
        <w:tc>
          <w:tcPr>
            <w:tcW w:w="9072" w:type="dxa"/>
          </w:tcPr>
          <w:p w14:paraId="08EFBC81" w14:textId="77777777" w:rsidR="0039546B" w:rsidRDefault="0039546B" w:rsidP="00224F90">
            <w:pPr>
              <w:pStyle w:val="Listenabsatz"/>
              <w:numPr>
                <w:ilvl w:val="0"/>
                <w:numId w:val="39"/>
              </w:numPr>
              <w:ind w:left="709"/>
            </w:pPr>
            <w:r>
              <w:t>Datenschutzrichtlinie, die alle wesentlichen Punkte berücksichtigt.</w:t>
            </w:r>
          </w:p>
        </w:tc>
      </w:tr>
      <w:tr w:rsidR="0039546B" w14:paraId="4C835108" w14:textId="77777777" w:rsidTr="00224F90">
        <w:tc>
          <w:tcPr>
            <w:tcW w:w="9072" w:type="dxa"/>
          </w:tcPr>
          <w:p w14:paraId="7F77424E" w14:textId="77777777" w:rsidR="0039546B" w:rsidRDefault="0039546B" w:rsidP="00224F90">
            <w:pPr>
              <w:pStyle w:val="Listenabsatz"/>
              <w:numPr>
                <w:ilvl w:val="0"/>
                <w:numId w:val="39"/>
              </w:numPr>
              <w:spacing w:after="0"/>
              <w:ind w:left="709"/>
            </w:pPr>
            <w:r>
              <w:t xml:space="preserve">Erfassung der Nutzereingaben </w:t>
            </w:r>
          </w:p>
          <w:p w14:paraId="1D37A7D8" w14:textId="77777777" w:rsidR="0039546B" w:rsidRDefault="0039546B" w:rsidP="003E7E48">
            <w:pPr>
              <w:pStyle w:val="Listenabsatz"/>
              <w:numPr>
                <w:ilvl w:val="0"/>
                <w:numId w:val="41"/>
              </w:numPr>
              <w:spacing w:after="0"/>
              <w:ind w:left="993" w:hanging="284"/>
            </w:pPr>
            <w:r>
              <w:t>Wie aufwändig und benutzerfreundlich wurde die Oberfläche gestaltet</w:t>
            </w:r>
          </w:p>
          <w:p w14:paraId="7B2EC688" w14:textId="77777777" w:rsidR="0039546B" w:rsidRDefault="0039546B" w:rsidP="003E7E48">
            <w:pPr>
              <w:pStyle w:val="Listenabsatz"/>
              <w:numPr>
                <w:ilvl w:val="0"/>
                <w:numId w:val="41"/>
              </w:numPr>
              <w:spacing w:after="0" w:line="240" w:lineRule="auto"/>
              <w:ind w:left="993" w:hanging="284"/>
            </w:pPr>
            <w:r>
              <w:t>Umgang mit Eingabefehlern</w:t>
            </w:r>
          </w:p>
        </w:tc>
      </w:tr>
      <w:tr w:rsidR="0039546B" w14:paraId="4646BE55" w14:textId="77777777" w:rsidTr="00224F90">
        <w:tc>
          <w:tcPr>
            <w:tcW w:w="9072" w:type="dxa"/>
          </w:tcPr>
          <w:p w14:paraId="64C88309" w14:textId="77777777" w:rsidR="0039546B" w:rsidRDefault="0039546B" w:rsidP="00224F90">
            <w:pPr>
              <w:pStyle w:val="Listenabsatz"/>
              <w:numPr>
                <w:ilvl w:val="0"/>
                <w:numId w:val="39"/>
              </w:numPr>
              <w:spacing w:after="0"/>
              <w:ind w:left="709"/>
            </w:pPr>
            <w:proofErr w:type="spellStart"/>
            <w:r>
              <w:t>PartnerInnensuche</w:t>
            </w:r>
            <w:proofErr w:type="spellEnd"/>
            <w:r>
              <w:t xml:space="preserve"> </w:t>
            </w:r>
          </w:p>
          <w:p w14:paraId="7B57D605" w14:textId="77777777" w:rsidR="0039546B" w:rsidRDefault="0039546B" w:rsidP="003E7E48">
            <w:pPr>
              <w:pStyle w:val="Listenabsatz"/>
              <w:numPr>
                <w:ilvl w:val="0"/>
                <w:numId w:val="41"/>
              </w:numPr>
              <w:spacing w:after="0"/>
              <w:ind w:left="993" w:hanging="284"/>
            </w:pPr>
            <w:r>
              <w:t xml:space="preserve">verständliche Dokumentation der Auswahlkriterien </w:t>
            </w:r>
          </w:p>
          <w:p w14:paraId="73BA7147" w14:textId="77777777" w:rsidR="0039546B" w:rsidRDefault="0039546B" w:rsidP="003E7E48">
            <w:pPr>
              <w:pStyle w:val="Listenabsatz"/>
              <w:numPr>
                <w:ilvl w:val="0"/>
                <w:numId w:val="41"/>
              </w:numPr>
              <w:spacing w:after="0"/>
              <w:ind w:left="993" w:hanging="284"/>
            </w:pPr>
            <w:r>
              <w:t>Umsetzung der Auswahlkriterien in eine SQL-Abfrage</w:t>
            </w:r>
          </w:p>
          <w:p w14:paraId="5298AD8C" w14:textId="77777777" w:rsidR="0039546B" w:rsidRDefault="0039546B" w:rsidP="003E7E48">
            <w:pPr>
              <w:pStyle w:val="Listenabsatz"/>
              <w:numPr>
                <w:ilvl w:val="0"/>
                <w:numId w:val="41"/>
              </w:numPr>
              <w:spacing w:after="0"/>
              <w:ind w:left="993" w:hanging="284"/>
            </w:pPr>
            <w:r>
              <w:t>Komplexität</w:t>
            </w:r>
          </w:p>
        </w:tc>
      </w:tr>
      <w:tr w:rsidR="0039546B" w14:paraId="57F9051C" w14:textId="77777777" w:rsidTr="00224F90">
        <w:tc>
          <w:tcPr>
            <w:tcW w:w="9072" w:type="dxa"/>
          </w:tcPr>
          <w:p w14:paraId="2300A0FE" w14:textId="77777777" w:rsidR="0039546B" w:rsidRDefault="0039546B" w:rsidP="00224F90">
            <w:pPr>
              <w:pStyle w:val="Listenabsatz"/>
              <w:numPr>
                <w:ilvl w:val="0"/>
                <w:numId w:val="39"/>
              </w:numPr>
              <w:spacing w:after="0"/>
              <w:ind w:left="709"/>
            </w:pPr>
            <w:r>
              <w:t>Präsentation der Ergebnisse</w:t>
            </w:r>
          </w:p>
          <w:p w14:paraId="6A2CE924" w14:textId="77777777" w:rsidR="0039546B" w:rsidRDefault="0039546B" w:rsidP="003E7E48">
            <w:pPr>
              <w:pStyle w:val="Listenabsatz"/>
              <w:numPr>
                <w:ilvl w:val="0"/>
                <w:numId w:val="42"/>
              </w:numPr>
              <w:spacing w:after="0" w:line="240" w:lineRule="auto"/>
              <w:ind w:left="993" w:hanging="284"/>
            </w:pPr>
            <w:r>
              <w:t>Wie aussagekräftig / übersichtlich wurde die Ausgabe gestaltet</w:t>
            </w:r>
          </w:p>
        </w:tc>
      </w:tr>
      <w:tr w:rsidR="0039546B" w14:paraId="1FB23CF4" w14:textId="77777777" w:rsidTr="00224F90">
        <w:tc>
          <w:tcPr>
            <w:tcW w:w="9072" w:type="dxa"/>
          </w:tcPr>
          <w:p w14:paraId="0745E6C1" w14:textId="77777777" w:rsidR="0039546B" w:rsidRDefault="0039546B" w:rsidP="00224F90">
            <w:pPr>
              <w:pStyle w:val="Listenabsatz"/>
              <w:numPr>
                <w:ilvl w:val="0"/>
                <w:numId w:val="39"/>
              </w:numPr>
              <w:ind w:left="709"/>
            </w:pPr>
            <w:r>
              <w:t>Hilfreiche, erläuternde Kommentare</w:t>
            </w:r>
          </w:p>
        </w:tc>
      </w:tr>
      <w:tr w:rsidR="0039546B" w14:paraId="1C550BA8" w14:textId="77777777" w:rsidTr="00224F90">
        <w:tc>
          <w:tcPr>
            <w:tcW w:w="9072" w:type="dxa"/>
          </w:tcPr>
          <w:p w14:paraId="13D91105" w14:textId="77777777" w:rsidR="0039546B" w:rsidRDefault="0039546B" w:rsidP="00224F90">
            <w:pPr>
              <w:pStyle w:val="Listenabsatz"/>
              <w:numPr>
                <w:ilvl w:val="0"/>
                <w:numId w:val="39"/>
              </w:numPr>
              <w:ind w:left="709"/>
            </w:pPr>
            <w:r>
              <w:t>Entstehungsprozess</w:t>
            </w:r>
          </w:p>
          <w:p w14:paraId="096E9F06" w14:textId="77777777" w:rsidR="0039546B" w:rsidRDefault="0039546B" w:rsidP="003E7E48">
            <w:pPr>
              <w:pStyle w:val="Listenabsatz"/>
              <w:numPr>
                <w:ilvl w:val="0"/>
                <w:numId w:val="41"/>
              </w:numPr>
              <w:spacing w:after="0"/>
              <w:ind w:left="993" w:hanging="284"/>
            </w:pPr>
            <w:r>
              <w:t>kontinuierliche Arbeit am Projekt</w:t>
            </w:r>
          </w:p>
          <w:p w14:paraId="73D7511D" w14:textId="77777777" w:rsidR="0039546B" w:rsidRDefault="0039546B" w:rsidP="003E7E48">
            <w:pPr>
              <w:pStyle w:val="Listenabsatz"/>
              <w:numPr>
                <w:ilvl w:val="0"/>
                <w:numId w:val="41"/>
              </w:numPr>
              <w:spacing w:after="0"/>
              <w:ind w:left="993" w:hanging="284"/>
            </w:pPr>
            <w:r>
              <w:t>Konstruktiver Umgang mit Schwierigkeiten</w:t>
            </w:r>
          </w:p>
          <w:p w14:paraId="264FBE9F" w14:textId="77777777" w:rsidR="0039546B" w:rsidRDefault="0039546B" w:rsidP="003E7E48">
            <w:pPr>
              <w:pStyle w:val="Listenabsatz"/>
              <w:numPr>
                <w:ilvl w:val="0"/>
                <w:numId w:val="41"/>
              </w:numPr>
              <w:spacing w:after="0"/>
              <w:ind w:left="993" w:hanging="284"/>
            </w:pPr>
            <w:r>
              <w:t>Kooperation in der Gruppe</w:t>
            </w:r>
          </w:p>
          <w:p w14:paraId="5C50A19E" w14:textId="77777777" w:rsidR="0039546B" w:rsidRDefault="0039546B" w:rsidP="003E7E48">
            <w:pPr>
              <w:pStyle w:val="Listenabsatz"/>
              <w:numPr>
                <w:ilvl w:val="0"/>
                <w:numId w:val="41"/>
              </w:numPr>
              <w:spacing w:after="0"/>
              <w:ind w:left="993" w:hanging="284"/>
            </w:pPr>
            <w:r>
              <w:t>Selbständigkeit</w:t>
            </w:r>
          </w:p>
        </w:tc>
      </w:tr>
      <w:tr w:rsidR="0039546B" w14:paraId="5873DCF1" w14:textId="77777777" w:rsidTr="00224F90">
        <w:tc>
          <w:tcPr>
            <w:tcW w:w="9072" w:type="dxa"/>
          </w:tcPr>
          <w:p w14:paraId="05ACFD08" w14:textId="77777777" w:rsidR="0039546B" w:rsidRDefault="0039546B" w:rsidP="00224F90">
            <w:pPr>
              <w:pStyle w:val="Listenabsatz"/>
              <w:numPr>
                <w:ilvl w:val="0"/>
                <w:numId w:val="39"/>
              </w:numPr>
              <w:ind w:left="709"/>
            </w:pPr>
            <w:r>
              <w:t>Zusatzpunkte für individuelle Erweiterungen.</w:t>
            </w:r>
          </w:p>
        </w:tc>
      </w:tr>
    </w:tbl>
    <w:p w14:paraId="46E63799" w14:textId="77777777" w:rsidR="0039546B" w:rsidRDefault="0039546B" w:rsidP="00A23C97"/>
    <w:p w14:paraId="5B626EA3" w14:textId="446FE98F" w:rsidR="00A23C97" w:rsidRDefault="003E7E48" w:rsidP="00A23C97">
      <w:r>
        <w:rPr>
          <w:noProof/>
        </w:rPr>
        <w:lastRenderedPageBreak/>
        <mc:AlternateContent>
          <mc:Choice Requires="wpg">
            <w:drawing>
              <wp:anchor distT="0" distB="0" distL="114300" distR="114300" simplePos="0" relativeHeight="251668480" behindDoc="0" locked="0" layoutInCell="1" allowOverlap="1" wp14:anchorId="145FE7B2" wp14:editId="01992F84">
                <wp:simplePos x="0" y="0"/>
                <wp:positionH relativeFrom="column">
                  <wp:posOffset>-17200</wp:posOffset>
                </wp:positionH>
                <wp:positionV relativeFrom="paragraph">
                  <wp:posOffset>3285</wp:posOffset>
                </wp:positionV>
                <wp:extent cx="4627272" cy="7812405"/>
                <wp:effectExtent l="0" t="0" r="1905" b="0"/>
                <wp:wrapTopAndBottom/>
                <wp:docPr id="508372521" name="Gruppieren 2"/>
                <wp:cNvGraphicFramePr/>
                <a:graphic xmlns:a="http://schemas.openxmlformats.org/drawingml/2006/main">
                  <a:graphicData uri="http://schemas.microsoft.com/office/word/2010/wordprocessingGroup">
                    <wpg:wgp>
                      <wpg:cNvGrpSpPr/>
                      <wpg:grpSpPr>
                        <a:xfrm>
                          <a:off x="0" y="0"/>
                          <a:ext cx="4627272" cy="7812405"/>
                          <a:chOff x="0" y="0"/>
                          <a:chExt cx="4627272" cy="7812405"/>
                        </a:xfrm>
                      </wpg:grpSpPr>
                      <wpg:grpSp>
                        <wpg:cNvPr id="1469963525" name="Gruppieren 1"/>
                        <wpg:cNvGrpSpPr/>
                        <wpg:grpSpPr>
                          <a:xfrm>
                            <a:off x="0" y="0"/>
                            <a:ext cx="4627272" cy="7529169"/>
                            <a:chOff x="-15902" y="0"/>
                            <a:chExt cx="4627272" cy="7529761"/>
                          </a:xfrm>
                        </wpg:grpSpPr>
                        <pic:pic xmlns:pic="http://schemas.openxmlformats.org/drawingml/2006/picture">
                          <pic:nvPicPr>
                            <pic:cNvPr id="4" name="Grafik 4"/>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15902" y="3808661"/>
                              <a:ext cx="4592955" cy="3721100"/>
                            </a:xfrm>
                            <a:prstGeom prst="rect">
                              <a:avLst/>
                            </a:prstGeom>
                          </pic:spPr>
                        </pic:pic>
                        <pic:pic xmlns:pic="http://schemas.openxmlformats.org/drawingml/2006/picture">
                          <pic:nvPicPr>
                            <pic:cNvPr id="5" name="Grafik 5"/>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4611370" cy="3763645"/>
                            </a:xfrm>
                            <a:prstGeom prst="rect">
                              <a:avLst/>
                            </a:prstGeom>
                          </pic:spPr>
                        </pic:pic>
                      </wpg:grpSp>
                      <wps:wsp>
                        <wps:cNvPr id="1466475785" name="Textfeld 1"/>
                        <wps:cNvSpPr txBox="1"/>
                        <wps:spPr>
                          <a:xfrm>
                            <a:off x="15902" y="7545705"/>
                            <a:ext cx="4611370" cy="266700"/>
                          </a:xfrm>
                          <a:prstGeom prst="rect">
                            <a:avLst/>
                          </a:prstGeom>
                          <a:solidFill>
                            <a:prstClr val="white"/>
                          </a:solidFill>
                          <a:ln>
                            <a:noFill/>
                          </a:ln>
                        </wps:spPr>
                        <wps:txbx>
                          <w:txbxContent>
                            <w:p w14:paraId="1842B442" w14:textId="79A8158C" w:rsidR="003E7E48" w:rsidRPr="002C13B6" w:rsidRDefault="003E7E48" w:rsidP="003E7E48">
                              <w:pPr>
                                <w:pStyle w:val="Beschriftung"/>
                                <w:rPr>
                                  <w:noProof/>
                                  <w:sz w:val="22"/>
                                  <w:szCs w:val="22"/>
                                </w:rPr>
                              </w:pPr>
                              <w:r>
                                <w:t xml:space="preserve">Abbildung </w:t>
                              </w:r>
                              <w:r>
                                <w:fldChar w:fldCharType="begin"/>
                              </w:r>
                              <w:r>
                                <w:instrText xml:space="preserve"> SEQ Abbildung \* ARABIC </w:instrText>
                              </w:r>
                              <w:r>
                                <w:fldChar w:fldCharType="separate"/>
                              </w:r>
                              <w:r w:rsidR="00BE1939">
                                <w:rPr>
                                  <w:noProof/>
                                </w:rPr>
                                <w:t>3</w:t>
                              </w:r>
                              <w:r>
                                <w:rPr>
                                  <w:noProof/>
                                </w:rPr>
                                <w:fldChar w:fldCharType="end"/>
                              </w:r>
                              <w:r>
                                <w:t>: Exemplarische Umsetzung des Projektes Dating-Portal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145FE7B2" id="Gruppieren 2" o:spid="_x0000_s1028" style="position:absolute;margin-left:-1.35pt;margin-top:.25pt;width:364.35pt;height:615.15pt;z-index:251668480" coordsize="46272,781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">
                <v:group id="Gruppieren 1" o:spid="_x0000_s1029" style="position:absolute;width:46272;height:75291" coordorigin="-159" coordsize="46272,75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30" type="#_x0000_t75" style="position:absolute;left:-159;top:38086;width:45929;height:372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">
                    <v:imagedata r:id="rId12" o:title=""/>
                  </v:shape>
                  <v:shape id="Grafik 5" o:spid="_x0000_s1031" type="#_x0000_t75" style="position:absolute;width:46113;height:37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">
                    <v:imagedata r:id="rId13" o:title=""/>
                  </v:shape>
                </v:group>
                <v:shape id="_x0000_s1032" type="#_x0000_t202" style="position:absolute;left:159;top:75457;width:4611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" stroked="f">
                  <v:textbox style="mso-fit-shape-to-text:t" inset="0,0,0,0">
                    <w:txbxContent>
                      <w:p w14:paraId="1842B442" w14:textId="79A8158C" w:rsidR="003E7E48" w:rsidRPr="002C13B6" w:rsidRDefault="003E7E48" w:rsidP="003E7E48">
                        <w:pPr>
                          <w:pStyle w:val="Beschriftung"/>
                          <w:rPr>
                            <w:noProof/>
                            <w:sz w:val="22"/>
                            <w:szCs w:val="22"/>
                          </w:rPr>
                        </w:pPr>
                        <w:r>
                          <w:t xml:space="preserve">Abbildung </w:t>
                        </w:r>
                        <w:r>
                          <w:fldChar w:fldCharType="begin"/>
                        </w:r>
                        <w:r>
                          <w:instrText xml:space="preserve"> SEQ Abbildung \* ARABIC </w:instrText>
                        </w:r>
                        <w:r>
                          <w:fldChar w:fldCharType="separate"/>
                        </w:r>
                        <w:r w:rsidR="00BE1939">
                          <w:rPr>
                            <w:noProof/>
                          </w:rPr>
                          <w:t>3</w:t>
                        </w:r>
                        <w:r>
                          <w:rPr>
                            <w:noProof/>
                          </w:rPr>
                          <w:fldChar w:fldCharType="end"/>
                        </w:r>
                        <w:r>
                          <w:t>: Exemplarische Umsetzung des Projektes Dating-Portal</w:t>
                        </w:r>
                      </w:p>
                    </w:txbxContent>
                  </v:textbox>
                </v:shape>
                <w10:wrap type="topAndBottom"/>
              </v:group>
            </w:pict>
          </mc:Fallback>
        </mc:AlternateContent>
      </w:r>
    </w:p>
    <w:p w14:paraId="6A3B5900" w14:textId="30E09693" w:rsidR="00A23C97" w:rsidRDefault="00A23C97" w:rsidP="00A23C97"/>
    <w:p w14:paraId="01D24386" w14:textId="20667E78" w:rsidR="00A23C97" w:rsidRPr="00A23C26" w:rsidRDefault="00E47E44" w:rsidP="00A23C97">
      <w:r>
        <w:lastRenderedPageBreak/>
        <w:t xml:space="preserve">Das Projekt wurde hier so umgesetzt, dass für einen Suchenden aus den vorhandenen Daten ein Partner bzw. eine Partnerin ausgesucht wird. Bei den Schülerinnen und Schüler könnte jedoch auch der </w:t>
      </w:r>
      <w:r w:rsidR="00A23C97">
        <w:t>Wunsch</w:t>
      </w:r>
      <w:r>
        <w:t xml:space="preserve"> entstehen</w:t>
      </w:r>
      <w:r w:rsidR="00A23C97">
        <w:t xml:space="preserve">, die Daten des </w:t>
      </w:r>
      <w:r>
        <w:t>Suchenden</w:t>
      </w:r>
      <w:r w:rsidR="00A23C97">
        <w:t xml:space="preserve"> ebenfalls in die Datenbank aufzunehmen. Dieser Wunsch ist verständlich, da er doch dem Vorgehen der meisten realen Anwendungen entspricht. Unter Verwendung einer lokalen </w:t>
      </w:r>
      <w:r w:rsidR="00A23C97" w:rsidRPr="00633DC5">
        <w:t>SQLite-Datenbank, auf</w:t>
      </w:r>
      <w:r w:rsidR="00A23C97">
        <w:t xml:space="preserve"> die </w:t>
      </w:r>
      <w:r w:rsidR="00096D0D">
        <w:t>die Schülerinnen und Schüler</w:t>
      </w:r>
      <w:r w:rsidR="00A23C97">
        <w:t xml:space="preserve"> auch schreibenden Zugriff ha</w:t>
      </w:r>
      <w:r w:rsidR="00096D0D">
        <w:t>ben</w:t>
      </w:r>
      <w:r w:rsidR="00A23C97">
        <w:t xml:space="preserve">, ist dies prinzipiell möglich. Der zusätzliche Aufwand sollte jedoch nicht unterschätzt werden. Zum einen </w:t>
      </w:r>
      <w:r w:rsidR="00096D0D">
        <w:t xml:space="preserve">müssen die Lernenden </w:t>
      </w:r>
      <w:r w:rsidR="00A23C97">
        <w:t xml:space="preserve">sich mit der Syntax einer INSERT-Anweisung vertraut machen. Zum anderen umfasst die Tabelle </w:t>
      </w:r>
      <w:proofErr w:type="spellStart"/>
      <w:r w:rsidR="00A23C97" w:rsidRPr="003E7E48">
        <w:rPr>
          <w:i/>
          <w:iCs/>
        </w:rPr>
        <w:t>Sch</w:t>
      </w:r>
      <w:r w:rsidR="00096D0D" w:rsidRPr="003E7E48">
        <w:rPr>
          <w:i/>
          <w:iCs/>
        </w:rPr>
        <w:t>ue</w:t>
      </w:r>
      <w:r w:rsidR="00A23C97" w:rsidRPr="003E7E48">
        <w:rPr>
          <w:i/>
          <w:iCs/>
        </w:rPr>
        <w:t>ler</w:t>
      </w:r>
      <w:proofErr w:type="spellEnd"/>
      <w:r w:rsidR="00A23C97">
        <w:t xml:space="preserve"> relativ viele Attribute. Daher empfiehlt es sich für die Anwendung nicht benötigte Attribute aus der Datenbank zu löschen oder den Eintrag von </w:t>
      </w:r>
      <w:r w:rsidR="00A23C97" w:rsidRPr="003C0E5B">
        <w:rPr>
          <w:i/>
        </w:rPr>
        <w:t>null</w:t>
      </w:r>
      <w:r w:rsidR="00A23C97">
        <w:t xml:space="preserve"> bei diesen Attributen zu erlauben. Weiterhin wäre zu überlegen, ob auch Einträge in der Tabelle </w:t>
      </w:r>
      <w:proofErr w:type="spellStart"/>
      <w:r w:rsidR="00A23C97" w:rsidRPr="00B760DE">
        <w:rPr>
          <w:i/>
        </w:rPr>
        <w:t>hatkurs</w:t>
      </w:r>
      <w:proofErr w:type="spellEnd"/>
      <w:r w:rsidR="00A23C97">
        <w:t xml:space="preserve"> vorgenommen werden sollen. Wenn diese Tabelle bei der Auswahl der Partner</w:t>
      </w:r>
      <w:r w:rsidR="00096D0D">
        <w:t xml:space="preserve">innen und Partner </w:t>
      </w:r>
      <w:r w:rsidR="00A23C97">
        <w:t>berücksichtigt wird, käme d</w:t>
      </w:r>
      <w:r w:rsidR="00096D0D">
        <w:t>ie</w:t>
      </w:r>
      <w:r w:rsidR="00A23C97">
        <w:t xml:space="preserve"> neu angelegte </w:t>
      </w:r>
      <w:r w:rsidR="00096D0D">
        <w:t>Person</w:t>
      </w:r>
      <w:r w:rsidR="00A23C97">
        <w:t xml:space="preserve"> ohne Einträge nicht als Partner</w:t>
      </w:r>
      <w:r w:rsidR="00096D0D">
        <w:t xml:space="preserve"> bzw. Partnerin in F</w:t>
      </w:r>
      <w:r w:rsidR="00A23C97">
        <w:t xml:space="preserve">rage. Das Eintragen neuer </w:t>
      </w:r>
      <w:r w:rsidR="00096D0D">
        <w:t xml:space="preserve">Personen </w:t>
      </w:r>
      <w:r w:rsidR="00A23C97">
        <w:t xml:space="preserve">eignet sich daher nur als Zusatzaufgabe für leistungsstarke </w:t>
      </w:r>
      <w:r w:rsidR="00096D0D">
        <w:t>Schülerinnen und Schüler</w:t>
      </w:r>
      <w:r w:rsidR="00A23C97">
        <w:t>, da das Projekt ansonsten schnell zu umfangreich wird. Spätestens bei dieser Funktion ist jedoch auch das Erstellen einer Datenschutzrichtlinie sinnvoll.</w:t>
      </w:r>
    </w:p>
    <w:p w14:paraId="7A751C15" w14:textId="03514940" w:rsidR="00A23C97" w:rsidRDefault="00A23C97" w:rsidP="00A23C97">
      <w:pPr>
        <w:pStyle w:val="berschrift2"/>
      </w:pPr>
      <w:bookmarkStart w:id="9" w:name="_Toc511924873"/>
      <w:r>
        <w:t xml:space="preserve">Projekt </w:t>
      </w:r>
      <w:r w:rsidRPr="00D4200C">
        <w:rPr>
          <w:i/>
        </w:rPr>
        <w:t>Nachhilfe gesucht</w:t>
      </w:r>
      <w:bookmarkEnd w:id="9"/>
    </w:p>
    <w:p w14:paraId="79C33881" w14:textId="0EC68C3D" w:rsidR="00A23C97" w:rsidRDefault="00764D4E" w:rsidP="00A23C97">
      <w:r>
        <w:rPr>
          <w:noProof/>
        </w:rPr>
        <mc:AlternateContent>
          <mc:Choice Requires="wps">
            <w:drawing>
              <wp:anchor distT="0" distB="0" distL="114300" distR="114300" simplePos="0" relativeHeight="251670528" behindDoc="0" locked="0" layoutInCell="1" allowOverlap="1" wp14:anchorId="71FEAD6A" wp14:editId="018C220A">
                <wp:simplePos x="0" y="0"/>
                <wp:positionH relativeFrom="column">
                  <wp:posOffset>2338705</wp:posOffset>
                </wp:positionH>
                <wp:positionV relativeFrom="paragraph">
                  <wp:posOffset>2598420</wp:posOffset>
                </wp:positionV>
                <wp:extent cx="3414395" cy="635"/>
                <wp:effectExtent l="0" t="0" r="0" b="0"/>
                <wp:wrapSquare wrapText="bothSides"/>
                <wp:docPr id="1472498526" name="Textfeld 1"/>
                <wp:cNvGraphicFramePr/>
                <a:graphic xmlns:a="http://schemas.openxmlformats.org/drawingml/2006/main">
                  <a:graphicData uri="http://schemas.microsoft.com/office/word/2010/wordprocessingShape">
                    <wps:wsp>
                      <wps:cNvSpPr txBox="1"/>
                      <wps:spPr>
                        <a:xfrm>
                          <a:off x="0" y="0"/>
                          <a:ext cx="3414395" cy="635"/>
                        </a:xfrm>
                        <a:prstGeom prst="rect">
                          <a:avLst/>
                        </a:prstGeom>
                        <a:solidFill>
                          <a:prstClr val="white"/>
                        </a:solidFill>
                        <a:ln>
                          <a:noFill/>
                        </a:ln>
                      </wps:spPr>
                      <wps:txbx>
                        <w:txbxContent>
                          <w:p w14:paraId="51224BBD" w14:textId="12859167" w:rsidR="00764D4E" w:rsidRPr="004973B4" w:rsidRDefault="00764D4E" w:rsidP="00764D4E">
                            <w:pPr>
                              <w:pStyle w:val="Beschriftung"/>
                              <w:rPr>
                                <w:noProof/>
                                <w:sz w:val="22"/>
                                <w:szCs w:val="22"/>
                              </w:rPr>
                            </w:pPr>
                            <w:r>
                              <w:t xml:space="preserve">Abbildung </w:t>
                            </w:r>
                            <w:r>
                              <w:fldChar w:fldCharType="begin"/>
                            </w:r>
                            <w:r>
                              <w:instrText xml:space="preserve"> SEQ Abbildung \* ARABIC </w:instrText>
                            </w:r>
                            <w:r>
                              <w:fldChar w:fldCharType="separate"/>
                            </w:r>
                            <w:r w:rsidR="00BE1939">
                              <w:rPr>
                                <w:noProof/>
                              </w:rPr>
                              <w:t>4</w:t>
                            </w:r>
                            <w:r>
                              <w:rPr>
                                <w:noProof/>
                              </w:rPr>
                              <w:fldChar w:fldCharType="end"/>
                            </w:r>
                            <w:r>
                              <w:t>: Exemplarische Umsetzung des Projekts "Nachhilfe gesucht"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1FEAD6A" id="_x0000_s1033" type="#_x0000_t202" style="position:absolute;margin-left:184.15pt;margin-top:204.6pt;width:268.85pt;height:.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" stroked="f">
                <v:textbox style="mso-fit-shape-to-text:t" inset="0,0,0,0">
                  <w:txbxContent>
                    <w:p w14:paraId="51224BBD" w14:textId="12859167" w:rsidR="00764D4E" w:rsidRPr="004973B4" w:rsidRDefault="00764D4E" w:rsidP="00764D4E">
                      <w:pPr>
                        <w:pStyle w:val="Beschriftung"/>
                        <w:rPr>
                          <w:noProof/>
                          <w:sz w:val="22"/>
                          <w:szCs w:val="22"/>
                        </w:rPr>
                      </w:pPr>
                      <w:r>
                        <w:t xml:space="preserve">Abbildung </w:t>
                      </w:r>
                      <w:r>
                        <w:fldChar w:fldCharType="begin"/>
                      </w:r>
                      <w:r>
                        <w:instrText xml:space="preserve"> SEQ Abbildung \* ARABIC </w:instrText>
                      </w:r>
                      <w:r>
                        <w:fldChar w:fldCharType="separate"/>
                      </w:r>
                      <w:r w:rsidR="00BE1939">
                        <w:rPr>
                          <w:noProof/>
                        </w:rPr>
                        <w:t>4</w:t>
                      </w:r>
                      <w:r>
                        <w:rPr>
                          <w:noProof/>
                        </w:rPr>
                        <w:fldChar w:fldCharType="end"/>
                      </w:r>
                      <w:r>
                        <w:t>: Exemplarische Umsetzung des Projekts "Nachhilfe gesucht"</w:t>
                      </w:r>
                    </w:p>
                  </w:txbxContent>
                </v:textbox>
                <w10:wrap type="square"/>
              </v:shape>
            </w:pict>
          </mc:Fallback>
        </mc:AlternateContent>
      </w:r>
      <w:r w:rsidR="00A23C97">
        <w:rPr>
          <w:noProof/>
        </w:rPr>
        <w:drawing>
          <wp:anchor distT="0" distB="0" distL="114300" distR="114300" simplePos="0" relativeHeight="251659264" behindDoc="0" locked="0" layoutInCell="1" allowOverlap="1" wp14:anchorId="59CB2599" wp14:editId="0102656B">
            <wp:simplePos x="0" y="0"/>
            <wp:positionH relativeFrom="margin">
              <wp:posOffset>2338705</wp:posOffset>
            </wp:positionH>
            <wp:positionV relativeFrom="paragraph">
              <wp:posOffset>43180</wp:posOffset>
            </wp:positionV>
            <wp:extent cx="3414395" cy="249809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4">
                      <a:extLst>
                        <a:ext uri="{28A0092B-C50C-407E-A947-70E740481C1C}">
                          <a14:useLocalDpi xmlns:a14="http://schemas.microsoft.com/office/drawing/2010/main" val="0"/>
                        </a:ext>
                      </a:extLst>
                    </a:blip>
                    <a:stretch>
                      <a:fillRect/>
                    </a:stretch>
                  </pic:blipFill>
                  <pic:spPr>
                    <a:xfrm>
                      <a:off x="0" y="0"/>
                      <a:ext cx="3414395" cy="2498090"/>
                    </a:xfrm>
                    <a:prstGeom prst="rect">
                      <a:avLst/>
                    </a:prstGeom>
                  </pic:spPr>
                </pic:pic>
              </a:graphicData>
            </a:graphic>
            <wp14:sizeRelH relativeFrom="margin">
              <wp14:pctWidth>0</wp14:pctWidth>
            </wp14:sizeRelH>
            <wp14:sizeRelV relativeFrom="margin">
              <wp14:pctHeight>0</wp14:pctHeight>
            </wp14:sizeRelV>
          </wp:anchor>
        </w:drawing>
      </w:r>
      <w:r w:rsidR="00A23C97">
        <w:t xml:space="preserve">Die Idee dieses Projektes besteht darin, die Daten, die in einer Schule über die </w:t>
      </w:r>
      <w:r w:rsidR="00096D0D">
        <w:t>Schülerinnen und Schüler</w:t>
      </w:r>
      <w:r w:rsidR="003E7E48" w:rsidRPr="003E7E48">
        <w:t xml:space="preserve"> </w:t>
      </w:r>
      <w:r w:rsidR="003E7E48">
        <w:t>vorhanden sind</w:t>
      </w:r>
      <w:r w:rsidR="00A23C97">
        <w:t xml:space="preserve">, </w:t>
      </w:r>
      <w:r w:rsidR="003E7E48">
        <w:t xml:space="preserve">z. B. </w:t>
      </w:r>
      <w:r w:rsidR="00A23C97">
        <w:t xml:space="preserve">ihren Wohnort und ihre Leistungen, zu nutzen, um </w:t>
      </w:r>
      <w:r w:rsidR="00096D0D">
        <w:t xml:space="preserve">Schülerinnen und Schüler </w:t>
      </w:r>
      <w:r w:rsidR="00A23C97">
        <w:t xml:space="preserve">zu finden, die in einem bestimmten Fach Nachhilfe geben könnten. Die Anwendung kann also die Datenbank </w:t>
      </w:r>
      <w:r w:rsidR="00A23C97" w:rsidRPr="002052E5">
        <w:rPr>
          <w:i/>
        </w:rPr>
        <w:t>schule</w:t>
      </w:r>
      <w:r w:rsidR="00A23C97">
        <w:t xml:space="preserve"> verwenden. Wie bei dem Projekt </w:t>
      </w:r>
      <w:r w:rsidR="00A23C97" w:rsidRPr="003C0E5B">
        <w:rPr>
          <w:i/>
        </w:rPr>
        <w:t>Dating-Portal</w:t>
      </w:r>
      <w:r w:rsidR="00A23C97">
        <w:t xml:space="preserve"> sind die </w:t>
      </w:r>
      <w:r w:rsidR="00096D0D">
        <w:t xml:space="preserve">Lernenden </w:t>
      </w:r>
      <w:r w:rsidR="00A23C97">
        <w:t>darin frei, nach welchen Kriterien der Nachhilfe</w:t>
      </w:r>
      <w:r w:rsidR="003E7E48">
        <w:t>gebende</w:t>
      </w:r>
      <w:r w:rsidR="00096D0D">
        <w:t xml:space="preserve"> </w:t>
      </w:r>
      <w:r w:rsidR="00A23C97">
        <w:t xml:space="preserve">ausgewählt wird. Spielen nur der Wohnort und der Notendurchschnitt eine Rolle oder z. B. auch das Geschlecht oder das Alter? Anders als </w:t>
      </w:r>
      <w:proofErr w:type="gramStart"/>
      <w:r w:rsidR="00A23C97">
        <w:t>beim relativ</w:t>
      </w:r>
      <w:proofErr w:type="gramEnd"/>
      <w:r w:rsidR="00A23C97">
        <w:t xml:space="preserve"> beliebigen Algorithmus für das Dating-Portal lassen sich hier sicher objektiv nachvollziehbare Argumente für die Wahl der Kriterien finden. Auch in diesem Fall würde es sich </w:t>
      </w:r>
      <w:r w:rsidR="003E7E48">
        <w:t>aber</w:t>
      </w:r>
      <w:r w:rsidR="00A23C97">
        <w:t xml:space="preserve"> um eine Zweckent</w:t>
      </w:r>
      <w:r w:rsidR="00A23C97">
        <w:softHyphen/>
        <w:t xml:space="preserve">fremdung der Daten handeln. So wird auch hier eine Diskussion rund um den Datenschutz motiviert: Was würden die </w:t>
      </w:r>
      <w:r w:rsidR="00096D0D">
        <w:t xml:space="preserve">Schülerinnen und Schüler </w:t>
      </w:r>
      <w:r w:rsidR="00A23C97">
        <w:t>davon halten, wenn auf diese Weise in ihrer Schule nach potenziellen Nachhilfelehrer</w:t>
      </w:r>
      <w:r w:rsidR="00096D0D">
        <w:t>innen und -lehrern</w:t>
      </w:r>
      <w:r w:rsidR="00A23C97">
        <w:t xml:space="preserve"> gesucht würde? Unter welchen Voraussetzungen dürfen die Daten verwendet werden? Welche Daten dürfen gespeichert werden usw.?</w:t>
      </w:r>
      <w:r w:rsidR="00A23C97" w:rsidRPr="00231E83">
        <w:rPr>
          <w:noProof/>
        </w:rPr>
        <w:t xml:space="preserve"> </w:t>
      </w:r>
    </w:p>
    <w:p w14:paraId="515BACC4" w14:textId="691F756C" w:rsidR="00A23C97" w:rsidRDefault="00A23C97" w:rsidP="00A23C97">
      <w:r>
        <w:t>Eine ähnliche Fragestellung wäre die Suche nach einem Schüler</w:t>
      </w:r>
      <w:r w:rsidR="00096D0D">
        <w:t xml:space="preserve"> oder einer Schülerin</w:t>
      </w:r>
      <w:r>
        <w:t xml:space="preserve">, der in Krankheitsphasen einen </w:t>
      </w:r>
      <w:r w:rsidR="003E7E48">
        <w:t>Mits</w:t>
      </w:r>
      <w:r>
        <w:t xml:space="preserve">chüler </w:t>
      </w:r>
      <w:r w:rsidR="003E7E48">
        <w:t xml:space="preserve">bzw. eine Mitschülerin </w:t>
      </w:r>
      <w:r>
        <w:t xml:space="preserve">mit Informationen versorgt. Die Auswahlkriterien wären wieder von den </w:t>
      </w:r>
      <w:r w:rsidR="00096D0D">
        <w:t>Lernenden</w:t>
      </w:r>
      <w:r>
        <w:t xml:space="preserve"> festzu</w:t>
      </w:r>
      <w:r>
        <w:softHyphen/>
        <w:t xml:space="preserve">legen. Infrage käme z. B. die Nähe zum Wohnort des </w:t>
      </w:r>
      <w:r w:rsidR="00764D4E">
        <w:t>E</w:t>
      </w:r>
      <w:r>
        <w:t>rkrankten und die Leistungen im be</w:t>
      </w:r>
      <w:r>
        <w:softHyphen/>
        <w:t>tref</w:t>
      </w:r>
      <w:r>
        <w:softHyphen/>
        <w:t>fen</w:t>
      </w:r>
      <w:r>
        <w:softHyphen/>
        <w:t xml:space="preserve">den Fach oder im Allgemeinen. Hier kann </w:t>
      </w:r>
      <w:r>
        <w:lastRenderedPageBreak/>
        <w:t>diskutiert werden, ob gute Leistungen auto</w:t>
      </w:r>
      <w:r>
        <w:softHyphen/>
        <w:t>ma</w:t>
      </w:r>
      <w:r>
        <w:softHyphen/>
        <w:t>tisch für Zuverlässigkeit und die Fähigkeit, den Unterrichtsinhalt zu erklären, sprechen.</w:t>
      </w:r>
    </w:p>
    <w:p w14:paraId="44FFB771" w14:textId="599672B4" w:rsidR="00A23C97" w:rsidRDefault="00A23C97" w:rsidP="00A23C97">
      <w:r w:rsidRPr="00764D4E">
        <w:t xml:space="preserve">Eine exemplarische Umsetzung des Projektes in Java ist im Ordner </w:t>
      </w:r>
      <w:r w:rsidRPr="00764D4E">
        <w:rPr>
          <w:i/>
        </w:rPr>
        <w:t xml:space="preserve">Nachhilfe </w:t>
      </w:r>
      <w:r w:rsidRPr="00764D4E">
        <w:t>enthalten.</w:t>
      </w:r>
    </w:p>
    <w:p w14:paraId="212D3488" w14:textId="77777777" w:rsidR="00A23C97" w:rsidRDefault="00A23C97" w:rsidP="00A23C97">
      <w:pPr>
        <w:pStyle w:val="berschrift2"/>
      </w:pPr>
      <w:bookmarkStart w:id="10" w:name="_Toc511924874"/>
      <w:r>
        <w:t xml:space="preserve">Projekt </w:t>
      </w:r>
      <w:r w:rsidRPr="00D4200C">
        <w:rPr>
          <w:i/>
        </w:rPr>
        <w:t>Lernteams</w:t>
      </w:r>
      <w:bookmarkEnd w:id="10"/>
    </w:p>
    <w:p w14:paraId="5E450E03" w14:textId="54F52E93" w:rsidR="00A23C97" w:rsidRDefault="00A23C97" w:rsidP="00A23C97">
      <w:r>
        <w:t xml:space="preserve">Auf der Basis der Datenbank </w:t>
      </w:r>
      <w:r w:rsidRPr="00961F2E">
        <w:rPr>
          <w:i/>
        </w:rPr>
        <w:t>schule</w:t>
      </w:r>
      <w:r>
        <w:t xml:space="preserve"> ließen sich auch Lernteams für einen Jahrgang oder einen speziellen Kurs erstellen. Die Kriterien können gemeinsam mit den Schüler</w:t>
      </w:r>
      <w:r w:rsidR="00C857D3">
        <w:t>innen und Schülern</w:t>
      </w:r>
      <w:r>
        <w:t xml:space="preserve"> erarbeitet werden und die Benutzeroberfläche kann entsprechende Parameter als Eingabe vorsehen. So könnte z. B. zwischen leistungshomogenen und leistungsheterogenen Lernteams gewählt werden. Des Weiteren wäre zu klären, inwieweit der Wohnort eine Rolle spielen soll, um ein Treffen der Team</w:t>
      </w:r>
      <w:r w:rsidR="00764D4E">
        <w:t>mitglieder</w:t>
      </w:r>
      <w:r>
        <w:t xml:space="preserve"> außerhalb der Schulzeit zu erleichtern. Aus wie vielen Schüler</w:t>
      </w:r>
      <w:r w:rsidR="00C857D3">
        <w:t>innen und Schülern</w:t>
      </w:r>
      <w:r>
        <w:t xml:space="preserve"> soll ein Team bestehen? Soll das Geschlecht der </w:t>
      </w:r>
      <w:r w:rsidR="00C857D3">
        <w:t xml:space="preserve">Schülerinnen und Schülern </w:t>
      </w:r>
      <w:r>
        <w:t xml:space="preserve">eine Rolle spielen? Da das Arbeiten in Gruppen Teil des Schulalltags ist, haben die </w:t>
      </w:r>
      <w:r w:rsidR="00C857D3">
        <w:t xml:space="preserve">Schülerinnen und Schülern </w:t>
      </w:r>
      <w:r>
        <w:t>hier sicher Ideen für weitere Kriterien.</w:t>
      </w:r>
    </w:p>
    <w:p w14:paraId="55BDADC6" w14:textId="77777777" w:rsidR="00764D4E" w:rsidRDefault="00A23C97" w:rsidP="00764D4E">
      <w:pPr>
        <w:keepNext/>
      </w:pPr>
      <w:r>
        <w:rPr>
          <w:noProof/>
        </w:rPr>
        <w:drawing>
          <wp:inline distT="0" distB="0" distL="0" distR="0" wp14:anchorId="5D5A6EB0" wp14:editId="6BE5C9E5">
            <wp:extent cx="5760720" cy="2833397"/>
            <wp:effectExtent l="0" t="0" r="0"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5">
                      <a:extLst>
                        <a:ext uri="{28A0092B-C50C-407E-A947-70E740481C1C}">
                          <a14:useLocalDpi xmlns:a14="http://schemas.microsoft.com/office/drawing/2010/main" val="0"/>
                        </a:ext>
                      </a:extLst>
                    </a:blip>
                    <a:stretch>
                      <a:fillRect/>
                    </a:stretch>
                  </pic:blipFill>
                  <pic:spPr>
                    <a:xfrm>
                      <a:off x="0" y="0"/>
                      <a:ext cx="5760720" cy="2833397"/>
                    </a:xfrm>
                    <a:prstGeom prst="rect">
                      <a:avLst/>
                    </a:prstGeom>
                  </pic:spPr>
                </pic:pic>
              </a:graphicData>
            </a:graphic>
          </wp:inline>
        </w:drawing>
      </w:r>
    </w:p>
    <w:p w14:paraId="1A37634E" w14:textId="7B007E58" w:rsidR="00A23C97" w:rsidRDefault="00764D4E" w:rsidP="00764D4E">
      <w:pPr>
        <w:pStyle w:val="Beschriftung"/>
      </w:pPr>
      <w:r>
        <w:t xml:space="preserve">Abbildung </w:t>
      </w:r>
      <w:r>
        <w:fldChar w:fldCharType="begin"/>
      </w:r>
      <w:r>
        <w:instrText xml:space="preserve"> SEQ Abbildung \* ARABIC </w:instrText>
      </w:r>
      <w:r>
        <w:fldChar w:fldCharType="separate"/>
      </w:r>
      <w:r w:rsidR="00BE1939">
        <w:rPr>
          <w:noProof/>
        </w:rPr>
        <w:t>5</w:t>
      </w:r>
      <w:r>
        <w:rPr>
          <w:noProof/>
        </w:rPr>
        <w:fldChar w:fldCharType="end"/>
      </w:r>
      <w:r>
        <w:t>: Exemplarische Umsetzung des Projekts Lernteams</w:t>
      </w:r>
    </w:p>
    <w:p w14:paraId="59E9757C" w14:textId="7AC63116" w:rsidR="00A23C97" w:rsidRDefault="00A23C97" w:rsidP="00A23C97">
      <w:pPr>
        <w:rPr>
          <w:i/>
        </w:rPr>
      </w:pPr>
      <w:r>
        <w:t xml:space="preserve">Könnten die </w:t>
      </w:r>
      <w:r w:rsidR="00C857D3">
        <w:t xml:space="preserve">Schülerinnen und Schülern </w:t>
      </w:r>
      <w:r>
        <w:t xml:space="preserve">sich vorstellen, die Anwendung mit ihren echten Daten im Schulalltag zu nutzen? Neben datenschutzrechtlichen Bedenken fallen den </w:t>
      </w:r>
      <w:r w:rsidR="00C857D3">
        <w:t xml:space="preserve">Schülerinnen und Schülern </w:t>
      </w:r>
      <w:r>
        <w:t>hier sicherlich auch Argumente ein, die sich damit beschäftigen, wie gut ein Computer bzw. ein Algorithmus die Aufgabe der Gruppen</w:t>
      </w:r>
      <w:r>
        <w:softHyphen/>
        <w:t>zusammen</w:t>
      </w:r>
      <w:r>
        <w:softHyphen/>
        <w:t>setzung überhaupt lösen kann. Auf der einen Seite wird die Auswahl durch den Computer vielleicht als gerechter empfunden. Auf der anderen Seite können aber soziale Faktoren vom Computer nicht berücksichtigt werden. D</w:t>
      </w:r>
      <w:r w:rsidR="00C857D3">
        <w:t>ie</w:t>
      </w:r>
      <w:r>
        <w:t xml:space="preserve"> Lehr</w:t>
      </w:r>
      <w:r w:rsidR="00C857D3">
        <w:t>kraft</w:t>
      </w:r>
      <w:r>
        <w:t>, d</w:t>
      </w:r>
      <w:r w:rsidR="00C857D3">
        <w:t>ie</w:t>
      </w:r>
      <w:r>
        <w:t xml:space="preserve"> </w:t>
      </w:r>
      <w:r w:rsidR="00C857D3">
        <w:t>ihre</w:t>
      </w:r>
      <w:r>
        <w:t xml:space="preserve"> </w:t>
      </w:r>
      <w:r w:rsidR="00C857D3">
        <w:t xml:space="preserve">Schülerinnen und Schülern </w:t>
      </w:r>
      <w:r>
        <w:t>kennt und weiß, wer mit wem gut zusammenarbeiten kann, wird bei der Gruppenzusammensetzung ggf. mehr Aspekte berück</w:t>
      </w:r>
      <w:r>
        <w:softHyphen/>
        <w:t>sichtigen als die Datenbank zur Verfügung stellt. Auch diese Anwendung bietet also Anlass exemplarisch</w:t>
      </w:r>
      <w:r w:rsidRPr="00F14237">
        <w:t xml:space="preserve"> die Chancen und Risiken zu reflektieren.</w:t>
      </w:r>
    </w:p>
    <w:p w14:paraId="6C4D0131" w14:textId="0337DBC2" w:rsidR="00A23C97" w:rsidRDefault="00A23C97" w:rsidP="00A23C97">
      <w:r>
        <w:t xml:space="preserve">Anders als bei den Projekten </w:t>
      </w:r>
      <w:r w:rsidRPr="00F14237">
        <w:rPr>
          <w:i/>
        </w:rPr>
        <w:t>Dating-Portal</w:t>
      </w:r>
      <w:r>
        <w:t xml:space="preserve"> und </w:t>
      </w:r>
      <w:r w:rsidRPr="00F14237">
        <w:rPr>
          <w:i/>
        </w:rPr>
        <w:t>Nachhilfe gesucht</w:t>
      </w:r>
      <w:r>
        <w:t xml:space="preserve"> bietet es sich hier an, nicht den gesamten Algorithmus zur Bildung der Teams oder Gruppen in der SQL-SELECT-Anweisung zu implementieren, sondern lediglich eine Liste der </w:t>
      </w:r>
      <w:r w:rsidR="00C857D3">
        <w:t xml:space="preserve">Schülerinnen und Schülern </w:t>
      </w:r>
      <w:r>
        <w:t xml:space="preserve">des Kurses </w:t>
      </w:r>
      <w:r>
        <w:lastRenderedPageBreak/>
        <w:t>beispielsweise sortiert nach ihren Leistungen auszugeben. Das Zusammenstellen der Teams auf dieser Grundlage kann dann algorithmisch in Java gelöst werden.</w:t>
      </w:r>
    </w:p>
    <w:p w14:paraId="6133AB43" w14:textId="61FF0627" w:rsidR="00A23C97" w:rsidRDefault="00A23C97" w:rsidP="00A23C97">
      <w:r w:rsidRPr="00764D4E">
        <w:t xml:space="preserve">Eine exemplarische Umsetzung in Java </w:t>
      </w:r>
      <w:r w:rsidR="00764D4E" w:rsidRPr="00764D4E">
        <w:t xml:space="preserve">enthält der Ordner </w:t>
      </w:r>
      <w:r w:rsidRPr="00764D4E">
        <w:rPr>
          <w:i/>
        </w:rPr>
        <w:t>Lernteams</w:t>
      </w:r>
      <w:r w:rsidR="00764D4E" w:rsidRPr="00764D4E">
        <w:rPr>
          <w:i/>
        </w:rPr>
        <w:t>.</w:t>
      </w:r>
    </w:p>
    <w:p w14:paraId="163E09ED" w14:textId="4369ABC3" w:rsidR="00A23C97" w:rsidRDefault="00A23C97" w:rsidP="00A23C97">
      <w:pPr>
        <w:pStyle w:val="berschrift2"/>
      </w:pPr>
      <w:bookmarkStart w:id="11" w:name="_Toc511924875"/>
      <w:r>
        <w:t xml:space="preserve">Projekt </w:t>
      </w:r>
      <w:r w:rsidR="009364D1">
        <w:rPr>
          <w:i/>
        </w:rPr>
        <w:t>Tatverdächtige</w:t>
      </w:r>
      <w:r w:rsidRPr="00D4200C">
        <w:rPr>
          <w:i/>
        </w:rPr>
        <w:t xml:space="preserve"> gesucht</w:t>
      </w:r>
      <w:bookmarkEnd w:id="11"/>
    </w:p>
    <w:p w14:paraId="650F81BE" w14:textId="4EB8843F" w:rsidR="00A23C97" w:rsidRDefault="00A23C97" w:rsidP="00A23C97">
      <w:r>
        <w:t>In der Schule kommt es leider immer wieder zu Vandalismus und Regelverstößen. Toilettentüren werden beschmiert, jüngere Mitschüler</w:t>
      </w:r>
      <w:r w:rsidR="00C857D3">
        <w:t>innen oder Mitschüler</w:t>
      </w:r>
      <w:r>
        <w:t xml:space="preserve"> werden geärgert, Sachen werden entwendet. Wenn es dafür Zeugen gibt, die </w:t>
      </w:r>
      <w:r w:rsidR="00C857D3">
        <w:t xml:space="preserve">die Verursachenden zwar nicht namentlich kennen, aber </w:t>
      </w:r>
      <w:r>
        <w:t xml:space="preserve">beschreiben können, könnte mithilfe der Daten in der Datenbank </w:t>
      </w:r>
      <w:proofErr w:type="spellStart"/>
      <w:r w:rsidRPr="00F14237">
        <w:rPr>
          <w:i/>
        </w:rPr>
        <w:t>schule_erweitert</w:t>
      </w:r>
      <w:proofErr w:type="spellEnd"/>
      <w:r>
        <w:t xml:space="preserve"> nach allen </w:t>
      </w:r>
      <w:r w:rsidR="00923EA1">
        <w:t xml:space="preserve">Schülerinnen und Schülern </w:t>
      </w:r>
      <w:r>
        <w:t xml:space="preserve">gesucht werden, die zu der Beschreibung passen. Gesucht werden könnte etwa eine </w:t>
      </w:r>
      <w:r w:rsidR="00700BE3">
        <w:t>kleine</w:t>
      </w:r>
      <w:r>
        <w:t xml:space="preserve">, blonde Schülerin mit blauen Augen oder ein </w:t>
      </w:r>
      <w:r w:rsidR="00700BE3">
        <w:t>großer</w:t>
      </w:r>
      <w:r>
        <w:t xml:space="preserve">, </w:t>
      </w:r>
      <w:r w:rsidR="00C857D3">
        <w:t>dunkel</w:t>
      </w:r>
      <w:r>
        <w:t>haariger Schüler</w:t>
      </w:r>
      <w:r w:rsidR="00C857D3">
        <w:t>.</w:t>
      </w:r>
    </w:p>
    <w:p w14:paraId="1EF13C27" w14:textId="6FD0E380" w:rsidR="00A23C97" w:rsidRDefault="00C857D3" w:rsidP="00A23C97">
      <w:r>
        <w:t>Die</w:t>
      </w:r>
      <w:r w:rsidR="00A23C97">
        <w:t xml:space="preserve"> </w:t>
      </w:r>
      <w:r>
        <w:t>Lernenden</w:t>
      </w:r>
      <w:r w:rsidR="00A23C97">
        <w:t xml:space="preserve"> </w:t>
      </w:r>
      <w:r>
        <w:t>können entscheiden</w:t>
      </w:r>
      <w:r w:rsidR="00A23C97">
        <w:t xml:space="preserve">, welche Kriterien für die Suche zur Verfügung stehen sollen und wie die Eingabe erfolgen soll. Müssen die Attribute aus der Datenbank direkt benannt werden oder übersetzt das Programm die Angabe </w:t>
      </w:r>
      <w:r w:rsidR="00A23C97" w:rsidRPr="002052E5">
        <w:rPr>
          <w:i/>
        </w:rPr>
        <w:t>groß</w:t>
      </w:r>
      <w:r w:rsidR="00A23C97">
        <w:t xml:space="preserve"> z. B. bei männlichen Schülern in </w:t>
      </w:r>
      <w:r w:rsidR="00A23C97" w:rsidRPr="002052E5">
        <w:rPr>
          <w:i/>
        </w:rPr>
        <w:t xml:space="preserve">Größe </w:t>
      </w:r>
      <w:r w:rsidR="00700BE3">
        <w:rPr>
          <w:i/>
        </w:rPr>
        <w:t>über</w:t>
      </w:r>
      <w:r w:rsidR="00A23C97" w:rsidRPr="002052E5">
        <w:rPr>
          <w:i/>
        </w:rPr>
        <w:t xml:space="preserve"> 1,7 m</w:t>
      </w:r>
      <w:r w:rsidR="00A23C97">
        <w:t xml:space="preserve"> und bei weiblichen in </w:t>
      </w:r>
      <w:r w:rsidR="00A23C97" w:rsidRPr="002052E5">
        <w:rPr>
          <w:i/>
        </w:rPr>
        <w:t xml:space="preserve">Größe </w:t>
      </w:r>
      <w:r w:rsidR="00700BE3">
        <w:rPr>
          <w:i/>
        </w:rPr>
        <w:t>über</w:t>
      </w:r>
      <w:r w:rsidR="00A23C97" w:rsidRPr="002052E5">
        <w:rPr>
          <w:i/>
        </w:rPr>
        <w:t xml:space="preserve"> 1,65 m</w:t>
      </w:r>
      <w:r w:rsidR="00A23C97">
        <w:t xml:space="preserve">? </w:t>
      </w:r>
    </w:p>
    <w:p w14:paraId="279D6DC0" w14:textId="27232EF3" w:rsidR="00A23C97" w:rsidRDefault="00A23C97" w:rsidP="00A23C97">
      <w:r>
        <w:t xml:space="preserve">Auch wenn hier nur eine Datenbank zum Einsatz kommt, hat das Vorgehen Ähnlichkeit mit einer Rasterfahndung. </w:t>
      </w:r>
      <w:r w:rsidR="00700BE3">
        <w:t>Diskutiert werden könnte, ob weitere Datenquellen für die Suche herangezogen werden können. Zum Beispiel könnte die Schule protokollieren, wer sich wann in welchem Bereich mit seinem Tablet oder Smartphone in das Schulnetz eingeloggt hat.</w:t>
      </w:r>
      <w:r w:rsidR="00700BE3">
        <w:br/>
        <w:t>A</w:t>
      </w:r>
      <w:r>
        <w:t xml:space="preserve">nhand dieses Projekts lassen sich daher Chancen und Risiken des Prinzips der Rasterfahndung nachvollziehen und diskutieren. Durch den schulbezogenen Kontext sollten die </w:t>
      </w:r>
      <w:r w:rsidR="00C857D3">
        <w:t xml:space="preserve">Schülerinnen und Schülern </w:t>
      </w:r>
      <w:r>
        <w:t>sich gut in die verschiedenen Rollen des Täters</w:t>
      </w:r>
      <w:r w:rsidR="00C857D3">
        <w:t xml:space="preserve"> bzw. der Täterin</w:t>
      </w:r>
      <w:r>
        <w:t>, des Opfers und eines zu Unrecht Verdächtigten hineinversetzen können. So lässt sich der potenzielle Einsatz einer solchen Anwendung sowohl unter datenschutzrechtlichen Aspekten als auch unter möglichen Auswirkungen auf das Schulleben diskutieren.</w:t>
      </w:r>
    </w:p>
    <w:p w14:paraId="5D882076" w14:textId="77777777" w:rsidR="00A23C97" w:rsidRDefault="00A23C97" w:rsidP="00A23C97">
      <w:pPr>
        <w:pStyle w:val="berschrift2"/>
      </w:pPr>
      <w:bookmarkStart w:id="12" w:name="_Toc511924876"/>
      <w:r>
        <w:t xml:space="preserve">Projekt </w:t>
      </w:r>
      <w:r w:rsidRPr="00D4200C">
        <w:rPr>
          <w:i/>
        </w:rPr>
        <w:t>Spiel</w:t>
      </w:r>
      <w:bookmarkEnd w:id="12"/>
    </w:p>
    <w:p w14:paraId="4A52342C" w14:textId="5F8640AB" w:rsidR="00A23C97" w:rsidRDefault="00A23C97" w:rsidP="00A23C97">
      <w:r>
        <w:t xml:space="preserve">Bei den Aufgabenbeispielen wurde das Spiel </w:t>
      </w:r>
      <w:r w:rsidRPr="003D07EF">
        <w:rPr>
          <w:i/>
        </w:rPr>
        <w:t>Zahlen raten</w:t>
      </w:r>
      <w:r>
        <w:t xml:space="preserve"> ergänzt um eine Highscore Liste vorgestellt. Diese Aufgabe lässt sich zu einer Projektarbeit öffnen, indem die </w:t>
      </w:r>
      <w:r w:rsidR="00923EA1">
        <w:t xml:space="preserve">Schülerinnen und Schülern </w:t>
      </w:r>
      <w:r>
        <w:t>das Spiel selbst wählen oder erweitern. So könnten etwa verschiedene Schwierigkeitsstufen zur Auswahl stehen. Um diese bei der Highscore Liste zu unterscheiden</w:t>
      </w:r>
      <w:r w:rsidR="00923EA1">
        <w:t>,</w:t>
      </w:r>
      <w:r>
        <w:t xml:space="preserve"> müsste auch die Datenbank entsprechend erweitert werden. Möglicherweise können bei dem gewählten Spiel auch persönliche Einstellungen getroffen werden, z. B. die Farbe des Hintergrunds. Oder man kann seine </w:t>
      </w:r>
      <w:proofErr w:type="gramStart"/>
      <w:r>
        <w:t>Email</w:t>
      </w:r>
      <w:proofErr w:type="gramEnd"/>
      <w:r>
        <w:t xml:space="preserve">-Adresse angeben, um über neue Funktionen informiert zu werden. Um diese Daten über die aktuelle Sitzung hinaus zu speichern, müssten entsprechende Einträge in der Datenbank möglich sein. Sowohl bei der Planung der Funktionen des Spiels als auch beim Entwurf einer geeigneten Datenbank sind die Kreativität und Selbständigkeit der </w:t>
      </w:r>
      <w:r w:rsidR="00923EA1">
        <w:t xml:space="preserve">Schülerinnen und Schülern </w:t>
      </w:r>
      <w:r>
        <w:t xml:space="preserve">im Sinne des Kompetenzbereichs </w:t>
      </w:r>
      <w:r w:rsidRPr="00D57FF1">
        <w:rPr>
          <w:i/>
        </w:rPr>
        <w:t>PK4 Kreatives Schaffen und Problemlösen</w:t>
      </w:r>
      <w:r>
        <w:t xml:space="preserve"> gefragt. </w:t>
      </w:r>
    </w:p>
    <w:p w14:paraId="4EA845A3" w14:textId="2CEB1ED6" w:rsidR="00A23C97" w:rsidRDefault="00A23C97" w:rsidP="00A23C97">
      <w:r>
        <w:t>Bezüglich der Daten, die die Schüler in ihrer Datenbank speichern möchten, ist auch hier eine Diskus</w:t>
      </w:r>
      <w:r w:rsidR="00011886">
        <w:softHyphen/>
      </w:r>
      <w:r>
        <w:t xml:space="preserve">sion darüber möglich, ob es </w:t>
      </w:r>
      <w:proofErr w:type="gramStart"/>
      <w:r>
        <w:t>sich</w:t>
      </w:r>
      <w:proofErr w:type="gramEnd"/>
      <w:r>
        <w:t xml:space="preserve"> um persönliche Daten im Sinne des Datenschutzgesetzes han</w:t>
      </w:r>
      <w:r w:rsidR="00011886">
        <w:softHyphen/>
      </w:r>
      <w:r>
        <w:t>delt und was diesbezüglich ggf. zu beachten ist. Könnten die Daten auch für einen anderen Zweck miss</w:t>
      </w:r>
      <w:r w:rsidR="00011886">
        <w:softHyphen/>
      </w:r>
      <w:r>
        <w:t xml:space="preserve">braucht werden? </w:t>
      </w:r>
      <w:r w:rsidR="009364D1">
        <w:t>Sagen die Daten vielleicht sogar etwas über die Persönlichkeit des Spielenden aus?</w:t>
      </w:r>
    </w:p>
    <w:p w14:paraId="5E4B5300" w14:textId="77777777" w:rsidR="00011886" w:rsidRDefault="00011886" w:rsidP="00970575"/>
    <w:p w14:paraId="26CF212F" w14:textId="0ABC1D17" w:rsidR="00970575" w:rsidRPr="0027492F" w:rsidRDefault="00970575" w:rsidP="00970575">
      <w:r w:rsidRPr="0027492F">
        <w:lastRenderedPageBreak/>
        <w:t xml:space="preserve">Dieses Werk ist lizenziert unter </w:t>
      </w:r>
      <w:r w:rsidRPr="00970575">
        <w:rPr>
          <w:color w:val="4E6B9E"/>
        </w:rPr>
        <w:t xml:space="preserve">einer </w:t>
      </w:r>
      <w:hyperlink r:id="rId16" w:history="1">
        <w:r w:rsidRPr="00970575">
          <w:rPr>
            <w:rStyle w:val="Hyperlink"/>
            <w:color w:val="4E6B9E"/>
          </w:rPr>
          <w:t>Creative Commons Namensnennung - Nicht kommerziell - Keine Bearbeitungen 4.0 International Lizenz</w:t>
        </w:r>
      </w:hyperlink>
      <w:r w:rsidRPr="00156654">
        <w:rPr>
          <w:color w:val="4E6B9E"/>
        </w:rPr>
        <w:t>.</w:t>
      </w:r>
      <w:r w:rsidRPr="0027492F">
        <w:t xml:space="preserve"> </w:t>
      </w:r>
    </w:p>
    <w:p w14:paraId="7338C6A3" w14:textId="00FB16AD" w:rsidR="00970575" w:rsidRDefault="00683408">
      <w:bookmarkStart w:id="13" w:name="_Hlk65008113"/>
      <w:r>
        <w:t>Für die korrekte Ausführbarkeit der beiliegenden Quelltexte wird keine Garantie übernommen. Auch für Folgeschäden, die sich aus der Anwendung der Quelltexte oder durch eventuelle fehlerhafte Angaben ergeben, wird keine Haftung oder juristische Verantwortung übernommen.</w:t>
      </w:r>
      <w:bookmarkEnd w:id="13"/>
    </w:p>
    <w:sectPr w:rsidR="00970575" w:rsidSect="00B17BE0">
      <w:headerReference w:type="default" r:id="rId17"/>
      <w:footerReference w:type="default" r:id="rId18"/>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14E14" w14:textId="77777777" w:rsidR="00B17BE0" w:rsidRDefault="00B17BE0" w:rsidP="006D1346">
      <w:pPr>
        <w:spacing w:after="0" w:line="240" w:lineRule="auto"/>
      </w:pPr>
      <w:r>
        <w:separator/>
      </w:r>
    </w:p>
  </w:endnote>
  <w:endnote w:type="continuationSeparator" w:id="0">
    <w:p w14:paraId="47A4F6EE" w14:textId="77777777" w:rsidR="00B17BE0" w:rsidRDefault="00B17BE0"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jaVu Sans Mono">
    <w:panose1 w:val="020B0609030804020204"/>
    <w:charset w:val="00"/>
    <w:family w:val="modern"/>
    <w:pitch w:val="fixed"/>
    <w:sig w:usb0="E70026FF" w:usb1="D200F9FB" w:usb2="02000028"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8459A" w14:textId="07E6C80E"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050E865E" wp14:editId="194575E7">
          <wp:simplePos x="0" y="0"/>
          <wp:positionH relativeFrom="margin">
            <wp:align>left</wp:align>
          </wp:positionH>
          <wp:positionV relativeFrom="paragraph">
            <wp:posOffset>-116696</wp:posOffset>
          </wp:positionV>
          <wp:extent cx="838200" cy="295275"/>
          <wp:effectExtent l="0" t="0" r="0" b="9525"/>
          <wp:wrapSquare wrapText="bothSides"/>
          <wp:docPr id="211" name="Grafik 211"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923EA1">
      <w:rPr>
        <w:color w:val="808080" w:themeColor="background1" w:themeShade="80"/>
        <w:sz w:val="20"/>
        <w:szCs w:val="20"/>
      </w:rPr>
      <w:t xml:space="preserve">Januar </w:t>
    </w:r>
    <w:r w:rsidRPr="007E2D0D">
      <w:rPr>
        <w:color w:val="808080" w:themeColor="background1" w:themeShade="80"/>
        <w:sz w:val="20"/>
        <w:szCs w:val="20"/>
      </w:rPr>
      <w:t>20</w:t>
    </w:r>
    <w:r w:rsidR="00660AA5">
      <w:rPr>
        <w:color w:val="808080" w:themeColor="background1" w:themeShade="80"/>
        <w:sz w:val="20"/>
        <w:szCs w:val="20"/>
      </w:rPr>
      <w:t>2</w:t>
    </w:r>
    <w:r w:rsidR="00923EA1">
      <w:rPr>
        <w:color w:val="808080" w:themeColor="background1" w:themeShade="80"/>
        <w:sz w:val="20"/>
        <w:szCs w:val="20"/>
      </w:rPr>
      <w:t>4</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C19B4" w14:textId="77777777" w:rsidR="00B17BE0" w:rsidRDefault="00B17BE0" w:rsidP="006D1346">
      <w:pPr>
        <w:spacing w:after="0" w:line="240" w:lineRule="auto"/>
      </w:pPr>
      <w:r>
        <w:separator/>
      </w:r>
    </w:p>
  </w:footnote>
  <w:footnote w:type="continuationSeparator" w:id="0">
    <w:p w14:paraId="1028A34A" w14:textId="77777777" w:rsidR="00B17BE0" w:rsidRDefault="00B17BE0" w:rsidP="006D1346">
      <w:pPr>
        <w:spacing w:after="0" w:line="240" w:lineRule="auto"/>
      </w:pPr>
      <w:r>
        <w:continuationSeparator/>
      </w:r>
    </w:p>
  </w:footnote>
  <w:footnote w:id="1">
    <w:p w14:paraId="1F7531A3" w14:textId="4591E903" w:rsidR="00011886" w:rsidRDefault="00011886">
      <w:pPr>
        <w:pStyle w:val="Funotentext"/>
      </w:pPr>
      <w:r>
        <w:rPr>
          <w:rStyle w:val="Funotenzeichen"/>
        </w:rPr>
        <w:footnoteRef/>
      </w:r>
      <w:r>
        <w:t xml:space="preserve"> </w:t>
      </w:r>
      <w:r w:rsidRPr="00011886">
        <w:t xml:space="preserve">Niedersächsisches </w:t>
      </w:r>
      <w:proofErr w:type="spellStart"/>
      <w:r w:rsidRPr="00011886">
        <w:t>Kultusminiterium</w:t>
      </w:r>
      <w:proofErr w:type="spellEnd"/>
      <w:r w:rsidRPr="00011886">
        <w:t xml:space="preserve"> (Hrsg.). (2017). Kerncurriculum für das Gymnasium – gymnasiale Oberstufe, die Gesamtschule – gymnasiale Oberstufe, das Kolleg Informatik. Hannover: </w:t>
      </w:r>
      <w:proofErr w:type="spellStart"/>
      <w:r w:rsidRPr="00011886">
        <w:t>Unidruck</w:t>
      </w:r>
      <w:proofErr w:type="spellEnd"/>
      <w:r w:rsidRPr="00011886">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17DB4"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2E212A76" wp14:editId="4966BA86">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77E3049"/>
    <w:multiLevelType w:val="hybridMultilevel"/>
    <w:tmpl w:val="595801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9193E30"/>
    <w:multiLevelType w:val="hybridMultilevel"/>
    <w:tmpl w:val="99827E56"/>
    <w:lvl w:ilvl="0" w:tplc="5B7E5570">
      <w:start w:val="1"/>
      <w:numFmt w:val="bullet"/>
      <w:pStyle w:val="KCTabelleAufzhlung"/>
      <w:lvlText w:val="-"/>
      <w:lvlJc w:val="left"/>
      <w:pPr>
        <w:ind w:left="360" w:hanging="360"/>
      </w:pPr>
      <w:rPr>
        <w:rFonts w:ascii="Arial"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41456B"/>
    <w:multiLevelType w:val="hybridMultilevel"/>
    <w:tmpl w:val="BB52C38A"/>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8" w15:restartNumberingAfterBreak="0">
    <w:nsid w:val="15DD65E8"/>
    <w:multiLevelType w:val="hybridMultilevel"/>
    <w:tmpl w:val="022C9E86"/>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62B340B"/>
    <w:multiLevelType w:val="hybridMultilevel"/>
    <w:tmpl w:val="A3A2EA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86470CC"/>
    <w:multiLevelType w:val="hybridMultilevel"/>
    <w:tmpl w:val="184A4D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A851AB3"/>
    <w:multiLevelType w:val="hybridMultilevel"/>
    <w:tmpl w:val="E01C23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1D66077A"/>
    <w:multiLevelType w:val="hybridMultilevel"/>
    <w:tmpl w:val="0BC263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24B420D"/>
    <w:multiLevelType w:val="hybridMultilevel"/>
    <w:tmpl w:val="383263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68628D2"/>
    <w:multiLevelType w:val="hybridMultilevel"/>
    <w:tmpl w:val="FDECCEA4"/>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8614165"/>
    <w:multiLevelType w:val="hybridMultilevel"/>
    <w:tmpl w:val="7814FF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385C5CF8"/>
    <w:multiLevelType w:val="hybridMultilevel"/>
    <w:tmpl w:val="B61498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6FA2053"/>
    <w:multiLevelType w:val="hybridMultilevel"/>
    <w:tmpl w:val="B4E64E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7EF5F37"/>
    <w:multiLevelType w:val="hybridMultilevel"/>
    <w:tmpl w:val="12F0E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6C234B69"/>
    <w:multiLevelType w:val="hybridMultilevel"/>
    <w:tmpl w:val="6B2257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6E6E4E5C"/>
    <w:multiLevelType w:val="hybridMultilevel"/>
    <w:tmpl w:val="348A1BBC"/>
    <w:lvl w:ilvl="0" w:tplc="FFFFFFFF">
      <w:start w:val="1"/>
      <w:numFmt w:val="bullet"/>
      <w:lvlText w:val="o"/>
      <w:lvlJc w:val="left"/>
      <w:pPr>
        <w:ind w:left="1068" w:hanging="360"/>
      </w:pPr>
      <w:rPr>
        <w:rFonts w:ascii="Courier New" w:hAnsi="Courier New" w:cs="Courier New" w:hint="default"/>
      </w:rPr>
    </w:lvl>
    <w:lvl w:ilvl="1" w:tplc="04070001">
      <w:start w:val="1"/>
      <w:numFmt w:val="bullet"/>
      <w:lvlText w:val=""/>
      <w:lvlJc w:val="left"/>
      <w:pPr>
        <w:ind w:left="1788" w:hanging="360"/>
      </w:pPr>
      <w:rPr>
        <w:rFonts w:ascii="Symbol" w:hAnsi="Symbol"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52850408">
    <w:abstractNumId w:val="28"/>
  </w:num>
  <w:num w:numId="2" w16cid:durableId="1903296764">
    <w:abstractNumId w:val="34"/>
  </w:num>
  <w:num w:numId="3" w16cid:durableId="996148505">
    <w:abstractNumId w:val="6"/>
  </w:num>
  <w:num w:numId="4" w16cid:durableId="994182743">
    <w:abstractNumId w:val="31"/>
  </w:num>
  <w:num w:numId="5" w16cid:durableId="720129455">
    <w:abstractNumId w:val="37"/>
  </w:num>
  <w:num w:numId="6" w16cid:durableId="1377002510">
    <w:abstractNumId w:val="35"/>
  </w:num>
  <w:num w:numId="7" w16cid:durableId="788860097">
    <w:abstractNumId w:val="26"/>
  </w:num>
  <w:num w:numId="8" w16cid:durableId="2090034533">
    <w:abstractNumId w:val="23"/>
  </w:num>
  <w:num w:numId="9" w16cid:durableId="2092385258">
    <w:abstractNumId w:val="0"/>
  </w:num>
  <w:num w:numId="10" w16cid:durableId="1691373079">
    <w:abstractNumId w:val="21"/>
  </w:num>
  <w:num w:numId="11" w16cid:durableId="1766535592">
    <w:abstractNumId w:val="2"/>
  </w:num>
  <w:num w:numId="12" w16cid:durableId="1736661987">
    <w:abstractNumId w:val="33"/>
  </w:num>
  <w:num w:numId="13" w16cid:durableId="903298430">
    <w:abstractNumId w:val="1"/>
  </w:num>
  <w:num w:numId="14" w16cid:durableId="851072276">
    <w:abstractNumId w:val="17"/>
  </w:num>
  <w:num w:numId="15" w16cid:durableId="1445659892">
    <w:abstractNumId w:val="19"/>
  </w:num>
  <w:num w:numId="16" w16cid:durableId="1176307115">
    <w:abstractNumId w:val="25"/>
  </w:num>
  <w:num w:numId="17" w16cid:durableId="1211964403">
    <w:abstractNumId w:val="20"/>
  </w:num>
  <w:num w:numId="18" w16cid:durableId="1624578168">
    <w:abstractNumId w:val="12"/>
  </w:num>
  <w:num w:numId="19" w16cid:durableId="604650576">
    <w:abstractNumId w:val="4"/>
  </w:num>
  <w:num w:numId="20" w16cid:durableId="259335940">
    <w:abstractNumId w:val="36"/>
  </w:num>
  <w:num w:numId="21" w16cid:durableId="1820070078">
    <w:abstractNumId w:val="27"/>
  </w:num>
  <w:num w:numId="22" w16cid:durableId="1862236222">
    <w:abstractNumId w:val="28"/>
    <w:lvlOverride w:ilvl="0">
      <w:startOverride w:val="1"/>
    </w:lvlOverride>
  </w:num>
  <w:num w:numId="23" w16cid:durableId="1809201636">
    <w:abstractNumId w:val="28"/>
    <w:lvlOverride w:ilvl="0">
      <w:startOverride w:val="1"/>
    </w:lvlOverride>
  </w:num>
  <w:num w:numId="24" w16cid:durableId="799149546">
    <w:abstractNumId w:val="28"/>
    <w:lvlOverride w:ilvl="0">
      <w:startOverride w:val="1"/>
    </w:lvlOverride>
  </w:num>
  <w:num w:numId="25" w16cid:durableId="1047341662">
    <w:abstractNumId w:val="28"/>
    <w:lvlOverride w:ilvl="0">
      <w:startOverride w:val="1"/>
    </w:lvlOverride>
  </w:num>
  <w:num w:numId="26" w16cid:durableId="1235092920">
    <w:abstractNumId w:val="29"/>
  </w:num>
  <w:num w:numId="27" w16cid:durableId="388501100">
    <w:abstractNumId w:val="22"/>
  </w:num>
  <w:num w:numId="28" w16cid:durableId="1696732228">
    <w:abstractNumId w:val="9"/>
  </w:num>
  <w:num w:numId="29" w16cid:durableId="381485572">
    <w:abstractNumId w:val="5"/>
  </w:num>
  <w:num w:numId="30" w16cid:durableId="669603906">
    <w:abstractNumId w:val="14"/>
  </w:num>
  <w:num w:numId="31" w16cid:durableId="1598489359">
    <w:abstractNumId w:val="10"/>
  </w:num>
  <w:num w:numId="32" w16cid:durableId="1097362290">
    <w:abstractNumId w:val="24"/>
  </w:num>
  <w:num w:numId="33" w16cid:durableId="755830307">
    <w:abstractNumId w:val="18"/>
  </w:num>
  <w:num w:numId="34" w16cid:durableId="706877485">
    <w:abstractNumId w:val="16"/>
  </w:num>
  <w:num w:numId="35" w16cid:durableId="784815533">
    <w:abstractNumId w:val="3"/>
  </w:num>
  <w:num w:numId="36" w16cid:durableId="1812669890">
    <w:abstractNumId w:val="11"/>
  </w:num>
  <w:num w:numId="37" w16cid:durableId="512843936">
    <w:abstractNumId w:val="30"/>
  </w:num>
  <w:num w:numId="38" w16cid:durableId="413622642">
    <w:abstractNumId w:val="13"/>
  </w:num>
  <w:num w:numId="39" w16cid:durableId="1840459085">
    <w:abstractNumId w:val="8"/>
  </w:num>
  <w:num w:numId="40" w16cid:durableId="1706516116">
    <w:abstractNumId w:val="32"/>
  </w:num>
  <w:num w:numId="41" w16cid:durableId="945428047">
    <w:abstractNumId w:val="7"/>
  </w:num>
  <w:num w:numId="42" w16cid:durableId="85164817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CBD"/>
    <w:rsid w:val="0000775F"/>
    <w:rsid w:val="00011886"/>
    <w:rsid w:val="000127AC"/>
    <w:rsid w:val="00017751"/>
    <w:rsid w:val="00026157"/>
    <w:rsid w:val="00037541"/>
    <w:rsid w:val="00055C21"/>
    <w:rsid w:val="00071419"/>
    <w:rsid w:val="00072ED2"/>
    <w:rsid w:val="00087065"/>
    <w:rsid w:val="00096D0D"/>
    <w:rsid w:val="000A7494"/>
    <w:rsid w:val="00126D3F"/>
    <w:rsid w:val="001434B1"/>
    <w:rsid w:val="00186A5F"/>
    <w:rsid w:val="001C2D07"/>
    <w:rsid w:val="001F622A"/>
    <w:rsid w:val="00221D86"/>
    <w:rsid w:val="00224F90"/>
    <w:rsid w:val="00231B3F"/>
    <w:rsid w:val="00244639"/>
    <w:rsid w:val="00264EA1"/>
    <w:rsid w:val="00297F9A"/>
    <w:rsid w:val="002F2625"/>
    <w:rsid w:val="00302E06"/>
    <w:rsid w:val="003179DB"/>
    <w:rsid w:val="00330DB0"/>
    <w:rsid w:val="00334221"/>
    <w:rsid w:val="00381B15"/>
    <w:rsid w:val="003906DC"/>
    <w:rsid w:val="0039546B"/>
    <w:rsid w:val="003B7431"/>
    <w:rsid w:val="003B74C8"/>
    <w:rsid w:val="003E4F79"/>
    <w:rsid w:val="003E7E48"/>
    <w:rsid w:val="003F1810"/>
    <w:rsid w:val="003F45B4"/>
    <w:rsid w:val="003F5E3B"/>
    <w:rsid w:val="00412C43"/>
    <w:rsid w:val="00415B86"/>
    <w:rsid w:val="0042385F"/>
    <w:rsid w:val="00445135"/>
    <w:rsid w:val="004850AB"/>
    <w:rsid w:val="00494093"/>
    <w:rsid w:val="004B0D19"/>
    <w:rsid w:val="004B35A7"/>
    <w:rsid w:val="004C259A"/>
    <w:rsid w:val="004F1042"/>
    <w:rsid w:val="00514CBD"/>
    <w:rsid w:val="00554E24"/>
    <w:rsid w:val="005E301E"/>
    <w:rsid w:val="005E5D30"/>
    <w:rsid w:val="005F6623"/>
    <w:rsid w:val="00600140"/>
    <w:rsid w:val="00617168"/>
    <w:rsid w:val="0063498A"/>
    <w:rsid w:val="00644D85"/>
    <w:rsid w:val="006464A2"/>
    <w:rsid w:val="00660AA5"/>
    <w:rsid w:val="00683408"/>
    <w:rsid w:val="00693FB8"/>
    <w:rsid w:val="006B2673"/>
    <w:rsid w:val="006B39C8"/>
    <w:rsid w:val="006D1346"/>
    <w:rsid w:val="006D2CB4"/>
    <w:rsid w:val="006E07FD"/>
    <w:rsid w:val="006F44AA"/>
    <w:rsid w:val="00700BE3"/>
    <w:rsid w:val="00725A4D"/>
    <w:rsid w:val="00732D23"/>
    <w:rsid w:val="0074626D"/>
    <w:rsid w:val="00764D4E"/>
    <w:rsid w:val="007674A3"/>
    <w:rsid w:val="00767591"/>
    <w:rsid w:val="0078342D"/>
    <w:rsid w:val="00793006"/>
    <w:rsid w:val="007B473F"/>
    <w:rsid w:val="007D022E"/>
    <w:rsid w:val="007D72BF"/>
    <w:rsid w:val="007E2D0D"/>
    <w:rsid w:val="007F65F3"/>
    <w:rsid w:val="00844EA0"/>
    <w:rsid w:val="008508C6"/>
    <w:rsid w:val="00852552"/>
    <w:rsid w:val="00857C67"/>
    <w:rsid w:val="00871052"/>
    <w:rsid w:val="008A360B"/>
    <w:rsid w:val="008A6407"/>
    <w:rsid w:val="008B14DF"/>
    <w:rsid w:val="008F2A39"/>
    <w:rsid w:val="00911B9F"/>
    <w:rsid w:val="00923EA1"/>
    <w:rsid w:val="009330F7"/>
    <w:rsid w:val="009364D1"/>
    <w:rsid w:val="00970575"/>
    <w:rsid w:val="0097163B"/>
    <w:rsid w:val="00971F25"/>
    <w:rsid w:val="009739F6"/>
    <w:rsid w:val="00983AC1"/>
    <w:rsid w:val="009B1F75"/>
    <w:rsid w:val="009E1FF5"/>
    <w:rsid w:val="00A00FBD"/>
    <w:rsid w:val="00A01422"/>
    <w:rsid w:val="00A061E9"/>
    <w:rsid w:val="00A21F57"/>
    <w:rsid w:val="00A23C97"/>
    <w:rsid w:val="00A36CBF"/>
    <w:rsid w:val="00A43086"/>
    <w:rsid w:val="00A73860"/>
    <w:rsid w:val="00AA35A0"/>
    <w:rsid w:val="00AA432E"/>
    <w:rsid w:val="00AC2022"/>
    <w:rsid w:val="00AC5E66"/>
    <w:rsid w:val="00B07884"/>
    <w:rsid w:val="00B17BE0"/>
    <w:rsid w:val="00B33EEB"/>
    <w:rsid w:val="00B45DB5"/>
    <w:rsid w:val="00B65416"/>
    <w:rsid w:val="00B73C44"/>
    <w:rsid w:val="00B7608A"/>
    <w:rsid w:val="00B92DDF"/>
    <w:rsid w:val="00BE1939"/>
    <w:rsid w:val="00BE2E9A"/>
    <w:rsid w:val="00C020BB"/>
    <w:rsid w:val="00C108E2"/>
    <w:rsid w:val="00C1549E"/>
    <w:rsid w:val="00C26C50"/>
    <w:rsid w:val="00C508FB"/>
    <w:rsid w:val="00C74D4B"/>
    <w:rsid w:val="00C857D3"/>
    <w:rsid w:val="00CA7665"/>
    <w:rsid w:val="00CC05C6"/>
    <w:rsid w:val="00CC6DC4"/>
    <w:rsid w:val="00D01058"/>
    <w:rsid w:val="00D10AC8"/>
    <w:rsid w:val="00D33E38"/>
    <w:rsid w:val="00D72D0B"/>
    <w:rsid w:val="00D76BBD"/>
    <w:rsid w:val="00D775E8"/>
    <w:rsid w:val="00DE3722"/>
    <w:rsid w:val="00DF56A6"/>
    <w:rsid w:val="00E032F5"/>
    <w:rsid w:val="00E05313"/>
    <w:rsid w:val="00E10441"/>
    <w:rsid w:val="00E34A08"/>
    <w:rsid w:val="00E36D04"/>
    <w:rsid w:val="00E47E44"/>
    <w:rsid w:val="00E64B3F"/>
    <w:rsid w:val="00E67B23"/>
    <w:rsid w:val="00E700F0"/>
    <w:rsid w:val="00EB5F95"/>
    <w:rsid w:val="00EC6E4C"/>
    <w:rsid w:val="00ED702C"/>
    <w:rsid w:val="00EF0090"/>
    <w:rsid w:val="00EF42B2"/>
    <w:rsid w:val="00F04A61"/>
    <w:rsid w:val="00F23051"/>
    <w:rsid w:val="00F37CED"/>
    <w:rsid w:val="00F42292"/>
    <w:rsid w:val="00F65F18"/>
    <w:rsid w:val="00F70AF4"/>
    <w:rsid w:val="00FA2C68"/>
    <w:rsid w:val="00FB1020"/>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BD1603"/>
  <w15:chartTrackingRefBased/>
  <w15:docId w15:val="{66EB1C0F-2DD1-4AC2-9521-3914C31A0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5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customStyle="1" w:styleId="LinkFunoteZchn">
    <w:name w:val="Link_Fußnote Zchn"/>
    <w:basedOn w:val="Absatz-Standardschriftart"/>
    <w:link w:val="LinkFunote"/>
    <w:locked/>
    <w:rsid w:val="00514CBD"/>
    <w:rPr>
      <w:color w:val="4E6B9E"/>
      <w:sz w:val="20"/>
      <w:szCs w:val="20"/>
    </w:rPr>
  </w:style>
  <w:style w:type="paragraph" w:customStyle="1" w:styleId="LinkFunote">
    <w:name w:val="Link_Fußnote"/>
    <w:basedOn w:val="Funotentext"/>
    <w:link w:val="LinkFunoteZchn"/>
    <w:qFormat/>
    <w:rsid w:val="00514CBD"/>
    <w:rPr>
      <w:color w:val="4E6B9E"/>
    </w:rPr>
  </w:style>
  <w:style w:type="character" w:styleId="Hervorhebung">
    <w:name w:val="Emphasis"/>
    <w:basedOn w:val="Absatz-Standardschriftart"/>
    <w:uiPriority w:val="20"/>
    <w:qFormat/>
    <w:rsid w:val="00514CBD"/>
    <w:rPr>
      <w:i/>
      <w:iCs/>
    </w:rPr>
  </w:style>
  <w:style w:type="paragraph" w:customStyle="1" w:styleId="KCTabelleAufzhlung">
    <w:name w:val="KC_Tabelle_Aufzählung"/>
    <w:basedOn w:val="Standard"/>
    <w:qFormat/>
    <w:rsid w:val="00971F25"/>
    <w:pPr>
      <w:numPr>
        <w:numId w:val="29"/>
      </w:numPr>
      <w:spacing w:after="120" w:line="240" w:lineRule="exact"/>
    </w:pPr>
    <w:rPr>
      <w:rFonts w:ascii="Arial" w:hAnsi="Arial" w:cs="Arial"/>
      <w:sz w:val="20"/>
      <w:szCs w:val="20"/>
    </w:rPr>
  </w:style>
  <w:style w:type="character" w:styleId="HTMLCode">
    <w:name w:val="HTML Code"/>
    <w:basedOn w:val="Absatz-Standardschriftart"/>
    <w:uiPriority w:val="99"/>
    <w:semiHidden/>
    <w:unhideWhenUsed/>
    <w:rsid w:val="003F1810"/>
    <w:rPr>
      <w:rFonts w:ascii="DejaVu Sans Mono" w:eastAsia="Times New Roman" w:hAnsi="DejaVu Sans Mono" w:cs="DejaVu Sans Mono" w:hint="default"/>
      <w:sz w:val="21"/>
      <w:szCs w:val="21"/>
    </w:rPr>
  </w:style>
  <w:style w:type="character" w:customStyle="1" w:styleId="membernamelink1">
    <w:name w:val="membernamelink1"/>
    <w:basedOn w:val="Absatz-Standardschriftart"/>
    <w:rsid w:val="003F1810"/>
    <w:rPr>
      <w:b/>
      <w:bCs/>
    </w:rPr>
  </w:style>
  <w:style w:type="paragraph" w:styleId="Literaturverzeichnis">
    <w:name w:val="Bibliography"/>
    <w:basedOn w:val="Standard"/>
    <w:next w:val="Standard"/>
    <w:uiPriority w:val="37"/>
    <w:unhideWhenUsed/>
    <w:rsid w:val="000118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03165">
      <w:bodyDiv w:val="1"/>
      <w:marLeft w:val="0"/>
      <w:marRight w:val="0"/>
      <w:marTop w:val="0"/>
      <w:marBottom w:val="0"/>
      <w:divBdr>
        <w:top w:val="none" w:sz="0" w:space="0" w:color="auto"/>
        <w:left w:val="none" w:sz="0" w:space="0" w:color="auto"/>
        <w:bottom w:val="none" w:sz="0" w:space="0" w:color="auto"/>
        <w:right w:val="none" w:sz="0" w:space="0" w:color="auto"/>
      </w:divBdr>
    </w:div>
    <w:div w:id="254822328">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277110246">
      <w:bodyDiv w:val="1"/>
      <w:marLeft w:val="0"/>
      <w:marRight w:val="0"/>
      <w:marTop w:val="0"/>
      <w:marBottom w:val="0"/>
      <w:divBdr>
        <w:top w:val="none" w:sz="0" w:space="0" w:color="auto"/>
        <w:left w:val="none" w:sz="0" w:space="0" w:color="auto"/>
        <w:bottom w:val="none" w:sz="0" w:space="0" w:color="auto"/>
        <w:right w:val="none" w:sz="0" w:space="0" w:color="auto"/>
      </w:divBdr>
    </w:div>
    <w:div w:id="576206231">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181243434">
      <w:bodyDiv w:val="1"/>
      <w:marLeft w:val="0"/>
      <w:marRight w:val="0"/>
      <w:marTop w:val="0"/>
      <w:marBottom w:val="0"/>
      <w:divBdr>
        <w:top w:val="none" w:sz="0" w:space="0" w:color="auto"/>
        <w:left w:val="none" w:sz="0" w:space="0" w:color="auto"/>
        <w:bottom w:val="none" w:sz="0" w:space="0" w:color="auto"/>
        <w:right w:val="none" w:sz="0" w:space="0" w:color="auto"/>
      </w:divBdr>
    </w:div>
    <w:div w:id="1225724618">
      <w:bodyDiv w:val="1"/>
      <w:marLeft w:val="0"/>
      <w:marRight w:val="0"/>
      <w:marTop w:val="0"/>
      <w:marBottom w:val="0"/>
      <w:divBdr>
        <w:top w:val="none" w:sz="0" w:space="0" w:color="auto"/>
        <w:left w:val="none" w:sz="0" w:space="0" w:color="auto"/>
        <w:bottom w:val="none" w:sz="0" w:space="0" w:color="auto"/>
        <w:right w:val="none" w:sz="0" w:space="0" w:color="auto"/>
      </w:divBdr>
    </w:div>
    <w:div w:id="1527060427">
      <w:bodyDiv w:val="1"/>
      <w:marLeft w:val="0"/>
      <w:marRight w:val="0"/>
      <w:marTop w:val="0"/>
      <w:marBottom w:val="0"/>
      <w:divBdr>
        <w:top w:val="none" w:sz="0" w:space="0" w:color="auto"/>
        <w:left w:val="none" w:sz="0" w:space="0" w:color="auto"/>
        <w:bottom w:val="none" w:sz="0" w:space="0" w:color="auto"/>
        <w:right w:val="none" w:sz="0" w:space="0" w:color="auto"/>
      </w:divBdr>
    </w:div>
    <w:div w:id="1622030646">
      <w:bodyDiv w:val="1"/>
      <w:marLeft w:val="0"/>
      <w:marRight w:val="0"/>
      <w:marTop w:val="0"/>
      <w:marBottom w:val="0"/>
      <w:divBdr>
        <w:top w:val="none" w:sz="0" w:space="0" w:color="auto"/>
        <w:left w:val="none" w:sz="0" w:space="0" w:color="auto"/>
        <w:bottom w:val="none" w:sz="0" w:space="0" w:color="auto"/>
        <w:right w:val="none" w:sz="0" w:space="0" w:color="auto"/>
      </w:divBdr>
    </w:div>
    <w:div w:id="1895264464">
      <w:bodyDiv w:val="1"/>
      <w:marLeft w:val="0"/>
      <w:marRight w:val="0"/>
      <w:marTop w:val="0"/>
      <w:marBottom w:val="0"/>
      <w:divBdr>
        <w:top w:val="none" w:sz="0" w:space="0" w:color="auto"/>
        <w:left w:val="none" w:sz="0" w:space="0" w:color="auto"/>
        <w:bottom w:val="none" w:sz="0" w:space="0" w:color="auto"/>
        <w:right w:val="none" w:sz="0" w:space="0" w:color="auto"/>
      </w:divBdr>
    </w:div>
    <w:div w:id="200438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creativecommons.org/licenses/by-nc-nd/4.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9.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Kul04</b:Tag>
    <b:SourceType>DocumentFromInternetSite</b:SourceType>
    <b:Guid>{018E2715-F999-4B30-AAB6-EABC5CD5C674}</b:Guid>
    <b:Title>Einheitliche Prüfungsanforderungen Informatik</b:Title>
    <b:Year>2004</b:Year>
    <b:Author>
      <b:Author>
        <b:NameList>
          <b:Person>
            <b:Last>Kultusministerkonferenz</b:Last>
          </b:Person>
        </b:NameList>
      </b:Author>
    </b:Author>
    <b:URL>https://www.kmk.org/fileadmin/veroeffentlichungen_beschluesse/1989/1989_12_01_EPA_Informatik.pdf</b:URL>
    <b:RefOrder>2</b:RefOrder>
  </b:Source>
  <b:Source>
    <b:Tag>SQL18</b:Tag>
    <b:SourceType>InternetSite</b:SourceType>
    <b:Guid>{658F9A40-D66E-427C-99DB-9406F378F663}</b:Guid>
    <b:Title>SQLite</b:Title>
    <b:URL>sqlite.org</b:URL>
    <b:Year>2018</b:Year>
    <b:RefOrder>3</b:RefOrder>
  </b:Source>
  <b:Source>
    <b:Tag>MMo18</b:Tag>
    <b:SourceType>InternetSite</b:SourceType>
    <b:Guid>{BB6FCA0B-54B8-4C7F-A102-F2A158ABAC50}</b:Guid>
    <b:Author>
      <b:Author>
        <b:NameList>
          <b:Person>
            <b:Last>Mohtashim</b:Last>
            <b:First>M.</b:First>
          </b:Person>
        </b:NameList>
      </b:Author>
    </b:Author>
    <b:Title>SQLite Tutorial</b:Title>
    <b:Year>2018</b:Year>
    <b:URL>https://www.tutorialspoint.com/sqlite/index.htm</b:URL>
    <b:YearAccessed>2018</b:YearAccessed>
    <b:MonthAccessed>April</b:MonthAccessed>
    <b:RefOrder>4</b:RefOrder>
  </b:Source>
  <b:Source>
    <b:Tag>Orb08</b:Tag>
    <b:SourceType>InternetSite</b:SourceType>
    <b:Guid>{3CBA5F1C-393B-43E3-AC93-868D9B507664}</b:Guid>
    <b:Author>
      <b:Author>
        <b:NameList>
          <b:Person>
            <b:Last>Orbmu2K</b:Last>
          </b:Person>
        </b:NameList>
      </b:Author>
    </b:Author>
    <b:Title>SQLite Administrator</b:Title>
    <b:Year>2008</b:Year>
    <b:URL>https://sqliteadmin.orbmu2k.de/</b:URL>
    <b:RefOrder>5</b:RefOrder>
  </b:Source>
  <b:Source>
    <b:Tag>Pia17</b:Tag>
    <b:SourceType>InternetSite</b:SourceType>
    <b:Guid>{98AF3330-7397-4715-8C3F-787501C36111}</b:Guid>
    <b:Title>DB Browser for SQLite</b:Title>
    <b:Year>2017</b:Year>
    <b:Author>
      <b:Author>
        <b:NameList>
          <b:Person>
            <b:Last>Piacentini</b:Last>
            <b:First>M.</b:First>
            <b:Middle>u.a.</b:Middle>
          </b:Person>
        </b:NameList>
      </b:Author>
    </b:Author>
    <b:URL>http://sqlitebrowser.org/</b:URL>
    <b:RefOrder>6</b:RefOrder>
  </b:Source>
  <b:Source>
    <b:Tag>Cor18</b:Tag>
    <b:SourceType>InternetSite</b:SourceType>
    <b:Guid>{B7691FF4-7745-473A-9BC2-052566EC021B}</b:Guid>
    <b:Author>
      <b:Author>
        <b:NameList>
          <b:Person>
            <b:Last>Oracle Corporation</b:Last>
          </b:Person>
        </b:NameList>
      </b:Author>
    </b:Author>
    <b:Title>Download Connector/J</b:Title>
    <b:Year>2018</b:Year>
    <b:URL>https://dev.mysql.com/downloads/connector/j/</b:URL>
    <b:RefOrder>7</b:RefOrder>
  </b:Source>
  <b:Source>
    <b:Tag>Nie17</b:Tag>
    <b:SourceType>Book</b:SourceType>
    <b:Guid>{DC7A0751-953E-4BED-8073-DD43593D78CF}</b:Guid>
    <b:Title>Kerncurriculum für das Gymnasium – gymnasiale Oberstufe, die Gesamtschule – gymnasiale Oberstufe, das Kolleg Informatik</b:Title>
    <b:City>Hannover</b:City>
    <b:Year>2017</b:Year>
    <b:Publisher>Unidruck</b:Publisher>
    <b:Author>
      <b:Editor>
        <b:NameList>
          <b:Person>
            <b:Last>Niedersächsisches Kultusminiterium</b:Last>
          </b:Person>
        </b:NameList>
      </b:Editor>
    </b:Author>
    <b:RefOrder>1</b:RefOrder>
  </b:Source>
  <b:Source>
    <b:Tag>Sai17</b:Tag>
    <b:SourceType>InternetSite</b:SourceType>
    <b:Guid>{A1B91D1E-36C5-4AA4-A19F-EEF6AD3F894A}</b:Guid>
    <b:Author>
      <b:Author>
        <b:NameList>
          <b:Person>
            <b:Last>Saito</b:Last>
            <b:First>T.</b:First>
          </b:Person>
        </b:NameList>
      </b:Author>
    </b:Author>
    <b:Title>sqlite-jdbc Downloads</b:Title>
    <b:Year>2024</b:Year>
    <b:URL>https://github.com/xerial/sqlite-jdbc#usage</b:URL>
    <b:RefOrder>8</b:RefOrder>
  </b:Source>
  <b:Source>
    <b:Tag>Röh17</b:Tag>
    <b:SourceType>InternetSite</b:SourceType>
    <b:Guid>{B383B868-524E-471F-921E-D5C5986AB6C1}</b:Guid>
    <b:Title>Java-Editor</b:Title>
    <b:Year>2023</b:Year>
    <b:Author>
      <b:Author>
        <b:NameList>
          <b:Person>
            <b:Last>Röhner</b:Last>
            <b:First>G.</b:First>
          </b:Person>
        </b:NameList>
      </b:Author>
    </b:Author>
    <b:URL>http://javaeditor.org</b:URL>
    <b:City>Dieburg</b:City>
    <b:CountryRegion>Deutschland</b:CountryRegion>
    <b:RefOrder>9</b:RefOrder>
  </b:Source>
  <b:Source>
    <b:Tag>Platzhalter1</b:Tag>
    <b:SourceType>InternetSite</b:SourceType>
    <b:Guid>{30AA7670-9CE6-4977-8394-46D6774645FB}</b:Guid>
    <b:Title>Java-Editor</b:Title>
    <b:Year>2017</b:Year>
    <b:Author>
      <b:Author>
        <b:NameList>
          <b:Person>
            <b:Last>Röhner</b:Last>
            <b:First>G.</b:First>
          </b:Person>
        </b:NameList>
      </b:Author>
    </b:Author>
    <b:URL>http://javaeditor.org</b:URL>
    <b:City>Dieburg</b:City>
    <b:CountryRegion>Deutschland</b:CountryRegion>
    <b:RefOrder>10</b:RefOrder>
  </b:Source>
  <b:Source>
    <b:Tag>Bra17</b:Tag>
    <b:SourceType>DocumentFromInternetSite</b:SourceType>
    <b:Guid>{E40120D4-B7FB-4B83-B692-88D8361174F0}</b:Guid>
    <b:Author>
      <b:Author>
        <b:NameList>
          <b:Person>
            <b:Last>Brandt</b:Last>
            <b:First>Y.</b:First>
          </b:Person>
        </b:NameList>
      </b:Author>
    </b:Author>
    <b:Title>Informatikprojekt DatingPortal</b:Title>
    <b:Year>2017</b:Year>
    <b:URL>http://www.uni-goettingen.de/de/unterrichtsmaterialien/224495.html</b:URL>
    <b:RefOrder>11</b:RefOrder>
  </b:Source>
  <b:Source>
    <b:Tag>Pro24</b:Tag>
    <b:SourceType>InternetSite</b:SourceType>
    <b:Guid>{DF220DC6-C626-4025-8176-05A7EE9D8068}</b:Guid>
    <b:Author>
      <b:Author>
        <b:NameList>
          <b:Person>
            <b:Last>Reas</b:Last>
            <b:First>Casey</b:First>
          </b:Person>
          <b:Person>
            <b:Last>Fry</b:Last>
            <b:First>Ben</b:First>
          </b:Person>
        </b:NameList>
      </b:Author>
    </b:Author>
    <b:Title>Welcome to Processing!</b:Title>
    <b:URL>https://processing.org/</b:URL>
    <b:Year>2024</b:Year>
    <b:RefOrder>12</b:RefOrder>
  </b:Source>
</b:Sources>
</file>

<file path=customXml/itemProps1.xml><?xml version="1.0" encoding="utf-8"?>
<ds:datastoreItem xmlns:ds="http://schemas.openxmlformats.org/officeDocument/2006/customXml" ds:itemID="{34CD33D3-F65A-4D2C-BB1D-9AA4B69A0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10</Pages>
  <Words>2899</Words>
  <Characters>18266</Characters>
  <Application>Microsoft Office Word</Application>
  <DocSecurity>0</DocSecurity>
  <Lines>152</Lines>
  <Paragraphs>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11</cp:revision>
  <cp:lastPrinted>2024-04-03T10:18:00Z</cp:lastPrinted>
  <dcterms:created xsi:type="dcterms:W3CDTF">2024-02-01T15:25:00Z</dcterms:created>
  <dcterms:modified xsi:type="dcterms:W3CDTF">2024-04-03T10:18:00Z</dcterms:modified>
</cp:coreProperties>
</file>